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3B1A" w:rsidRPr="00B55B5A" w:rsidRDefault="000D5596" w:rsidP="000D5596">
      <w:pPr>
        <w:tabs>
          <w:tab w:val="left" w:pos="1440"/>
          <w:tab w:val="left" w:pos="5400"/>
          <w:tab w:val="left" w:pos="6660"/>
          <w:tab w:val="left" w:pos="10440"/>
          <w:tab w:val="left" w:pos="11700"/>
        </w:tabs>
        <w:rPr>
          <w:rFonts w:ascii="Arial Narrow" w:hAnsi="Arial Narrow"/>
          <w:b/>
        </w:rPr>
      </w:pPr>
      <w:r w:rsidRPr="00B55B5A">
        <w:rPr>
          <w:rFonts w:ascii="Arial Narrow" w:hAnsi="Arial Narrow"/>
          <w:b/>
        </w:rPr>
        <w:t>Teacher</w:t>
      </w:r>
      <w:r w:rsidR="000F1C7A" w:rsidRPr="00B55B5A">
        <w:rPr>
          <w:rFonts w:ascii="Arial Narrow" w:hAnsi="Arial Narrow"/>
          <w:b/>
        </w:rPr>
        <w:t>(s)</w:t>
      </w:r>
      <w:r w:rsidR="00941B0A" w:rsidRPr="00B55B5A">
        <w:rPr>
          <w:rFonts w:ascii="Arial Narrow" w:hAnsi="Arial Narrow"/>
          <w:b/>
        </w:rPr>
        <w:t xml:space="preserve">: </w:t>
      </w:r>
      <w:r w:rsidR="003C2F49" w:rsidRPr="00B55B5A">
        <w:rPr>
          <w:rFonts w:ascii="Arial Narrow" w:hAnsi="Arial Narrow"/>
          <w:b/>
        </w:rPr>
        <w:t xml:space="preserve">  </w:t>
      </w:r>
      <w:r w:rsidR="00775052">
        <w:rPr>
          <w:rFonts w:ascii="Arial Narrow" w:hAnsi="Arial Narrow"/>
          <w:b/>
        </w:rPr>
        <w:t>Johnson</w:t>
      </w:r>
      <w:r w:rsidR="003C2F49" w:rsidRPr="00B55B5A">
        <w:rPr>
          <w:rFonts w:ascii="Arial Narrow" w:hAnsi="Arial Narrow"/>
          <w:b/>
        </w:rPr>
        <w:t xml:space="preserve">        </w:t>
      </w:r>
      <w:r w:rsidR="00B105FA" w:rsidRPr="00B55B5A">
        <w:rPr>
          <w:rFonts w:ascii="Arial Narrow" w:hAnsi="Arial Narrow"/>
          <w:b/>
        </w:rPr>
        <w:tab/>
      </w:r>
      <w:r w:rsidR="003C2F49" w:rsidRPr="00B55B5A">
        <w:rPr>
          <w:rFonts w:ascii="Arial Narrow" w:hAnsi="Arial Narrow"/>
          <w:b/>
        </w:rPr>
        <w:t xml:space="preserve"> </w:t>
      </w:r>
      <w:r w:rsidR="00F02D03" w:rsidRPr="00B55B5A">
        <w:rPr>
          <w:rFonts w:ascii="Arial Narrow" w:hAnsi="Arial Narrow"/>
          <w:b/>
        </w:rPr>
        <w:t>Subject:</w:t>
      </w:r>
      <w:r w:rsidR="00775052">
        <w:rPr>
          <w:rFonts w:ascii="Arial Narrow" w:hAnsi="Arial Narrow"/>
          <w:b/>
        </w:rPr>
        <w:t xml:space="preserve"> World History</w:t>
      </w:r>
      <w:r w:rsidR="00B105FA" w:rsidRPr="00B55B5A">
        <w:rPr>
          <w:rFonts w:ascii="Arial Narrow" w:hAnsi="Arial Narrow"/>
          <w:b/>
        </w:rPr>
        <w:tab/>
      </w:r>
      <w:r w:rsidR="00F02D03" w:rsidRPr="00B55B5A">
        <w:rPr>
          <w:rFonts w:ascii="Arial Narrow" w:hAnsi="Arial Narrow"/>
          <w:b/>
        </w:rPr>
        <w:t>Week of:</w:t>
      </w:r>
      <w:r w:rsidR="00B55B5A" w:rsidRPr="00B55B5A">
        <w:rPr>
          <w:rFonts w:ascii="Arial Narrow" w:hAnsi="Arial Narrow"/>
          <w:b/>
        </w:rPr>
        <w:t xml:space="preserve"> </w:t>
      </w:r>
      <w:r w:rsidR="009208CA">
        <w:rPr>
          <w:rFonts w:ascii="Arial Narrow" w:hAnsi="Arial Narrow"/>
          <w:b/>
        </w:rPr>
        <w:t>Jan 22 – 25, 2018</w:t>
      </w:r>
      <w:r w:rsidR="00B55B5A" w:rsidRPr="00B55B5A">
        <w:rPr>
          <w:rFonts w:ascii="Arial Narrow" w:hAnsi="Arial Narrow"/>
          <w:b/>
        </w:rPr>
        <w:t xml:space="preserve">        Week:</w:t>
      </w:r>
      <w:r w:rsidR="009208CA">
        <w:rPr>
          <w:rFonts w:ascii="Arial Narrow" w:hAnsi="Arial Narrow"/>
          <w:b/>
        </w:rPr>
        <w:t xml:space="preserve">  22</w:t>
      </w:r>
    </w:p>
    <w:tbl>
      <w:tblPr>
        <w:tblStyle w:val="TableGrid"/>
        <w:tblW w:w="14665" w:type="dxa"/>
        <w:tblLayout w:type="fixed"/>
        <w:tblLook w:val="01E0" w:firstRow="1" w:lastRow="1" w:firstColumn="1" w:lastColumn="1" w:noHBand="0" w:noVBand="0"/>
      </w:tblPr>
      <w:tblGrid>
        <w:gridCol w:w="828"/>
        <w:gridCol w:w="2767"/>
        <w:gridCol w:w="6863"/>
        <w:gridCol w:w="2250"/>
        <w:gridCol w:w="1957"/>
      </w:tblGrid>
      <w:tr w:rsidR="003B0319" w:rsidRPr="00B55B5A" w:rsidTr="00527720">
        <w:tc>
          <w:tcPr>
            <w:tcW w:w="828" w:type="dxa"/>
            <w:vAlign w:val="center"/>
          </w:tcPr>
          <w:p w:rsidR="003B0319" w:rsidRPr="00B55B5A" w:rsidRDefault="003B0319" w:rsidP="00AA71DB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DAY</w:t>
            </w:r>
          </w:p>
        </w:tc>
        <w:tc>
          <w:tcPr>
            <w:tcW w:w="2767" w:type="dxa"/>
            <w:vAlign w:val="center"/>
          </w:tcPr>
          <w:p w:rsidR="003B0319" w:rsidRPr="00B55B5A" w:rsidRDefault="003B0319" w:rsidP="00B83F9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PRE-PLANNING</w:t>
            </w:r>
          </w:p>
        </w:tc>
        <w:tc>
          <w:tcPr>
            <w:tcW w:w="6863" w:type="dxa"/>
            <w:vAlign w:val="center"/>
          </w:tcPr>
          <w:p w:rsidR="003B0319" w:rsidRPr="00B55B5A" w:rsidRDefault="003B0319" w:rsidP="00B83F9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AGENDA</w:t>
            </w:r>
          </w:p>
        </w:tc>
        <w:tc>
          <w:tcPr>
            <w:tcW w:w="2250" w:type="dxa"/>
            <w:vAlign w:val="center"/>
          </w:tcPr>
          <w:p w:rsidR="003B0319" w:rsidRPr="00B55B5A" w:rsidRDefault="00D570EB" w:rsidP="00B83F9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INSTRUCTIONAL STRATEGIES</w:t>
            </w:r>
          </w:p>
        </w:tc>
        <w:tc>
          <w:tcPr>
            <w:tcW w:w="1957" w:type="dxa"/>
            <w:vAlign w:val="center"/>
          </w:tcPr>
          <w:p w:rsidR="003B0319" w:rsidRPr="00B55B5A" w:rsidRDefault="00D570EB" w:rsidP="00B83F9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ASSESSMEN</w:t>
            </w:r>
            <w:r w:rsidR="00951F21" w:rsidRPr="00B55B5A">
              <w:rPr>
                <w:rFonts w:ascii="Arial Narrow" w:hAnsi="Arial Narrow"/>
                <w:b/>
                <w:sz w:val="16"/>
                <w:szCs w:val="16"/>
              </w:rPr>
              <w:t>T</w:t>
            </w:r>
          </w:p>
        </w:tc>
      </w:tr>
      <w:tr w:rsidR="00EA29EB" w:rsidRPr="00B55B5A" w:rsidTr="00527720">
        <w:trPr>
          <w:trHeight w:val="1529"/>
        </w:trPr>
        <w:tc>
          <w:tcPr>
            <w:tcW w:w="828" w:type="dxa"/>
            <w:vMerge w:val="restart"/>
            <w:vAlign w:val="center"/>
          </w:tcPr>
          <w:p w:rsidR="00EA29EB" w:rsidRPr="00B55B5A" w:rsidRDefault="00EA29EB" w:rsidP="00EA29EB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Mon</w:t>
            </w:r>
          </w:p>
        </w:tc>
        <w:tc>
          <w:tcPr>
            <w:tcW w:w="2767" w:type="dxa"/>
          </w:tcPr>
          <w:p w:rsidR="00EA29EB" w:rsidRPr="00B55B5A" w:rsidRDefault="00EA29EB" w:rsidP="007639C1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Standard(s):</w:t>
            </w:r>
          </w:p>
          <w:p w:rsidR="00801D8D" w:rsidRDefault="00801D8D" w:rsidP="00801D8D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SSWH 9 Analyze change and continuity in the Renaissance and Reformation.</w:t>
            </w:r>
          </w:p>
          <w:p w:rsidR="00801D8D" w:rsidRDefault="00801D8D" w:rsidP="00801D8D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e. Analyze the impact of the Protestant </w:t>
            </w:r>
            <w:r>
              <w:rPr>
                <w:rFonts w:ascii="Arial Narrow" w:hAnsi="Arial Narrow"/>
                <w:sz w:val="16"/>
                <w:szCs w:val="16"/>
              </w:rPr>
              <w:br/>
              <w:t>Reformation, include:  the ideas of Martin Luther and John Calvin</w:t>
            </w:r>
          </w:p>
          <w:p w:rsidR="00EA29EB" w:rsidRPr="00B55B5A" w:rsidRDefault="00801D8D" w:rsidP="00801D8D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f. Describe the English Reformation, include: the role of Henry VIII and Elizabeth I</w:t>
            </w:r>
          </w:p>
        </w:tc>
        <w:tc>
          <w:tcPr>
            <w:tcW w:w="6863" w:type="dxa"/>
            <w:vMerge w:val="restart"/>
          </w:tcPr>
          <w:p w:rsidR="00801D8D" w:rsidRPr="007639C1" w:rsidRDefault="00801D8D" w:rsidP="00801D8D">
            <w:pPr>
              <w:rPr>
                <w:rFonts w:ascii="Arial Narrow" w:hAnsi="Arial Narrow"/>
                <w:b/>
                <w:color w:val="92D050"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 xml:space="preserve">Do Now: </w:t>
            </w:r>
            <w:r w:rsidRPr="0069352C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>Guided Instruction (</w:t>
            </w:r>
            <w:r w:rsidRPr="0069352C">
              <w:rPr>
                <w:rFonts w:ascii="Arial Narrow" w:hAnsi="Arial Narrow"/>
                <w:b/>
                <w:i/>
                <w:color w:val="76923C" w:themeColor="accent3" w:themeShade="BF"/>
                <w:sz w:val="20"/>
                <w:szCs w:val="20"/>
              </w:rPr>
              <w:t>We do</w:t>
            </w:r>
            <w:r w:rsidRPr="0069352C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>)-</w:t>
            </w:r>
            <w:r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 xml:space="preserve"> Is your religion one of the Protestant creations from the Reformation? (see p. 491)</w:t>
            </w:r>
          </w:p>
          <w:p w:rsidR="00801D8D" w:rsidRPr="007639C1" w:rsidRDefault="00801D8D" w:rsidP="00801D8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801D8D" w:rsidRPr="007639C1" w:rsidRDefault="00801D8D" w:rsidP="00801D8D">
            <w:pPr>
              <w:rPr>
                <w:rFonts w:ascii="Arial Narrow" w:hAnsi="Arial Narrow"/>
                <w:b/>
                <w:color w:val="7030A0"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 xml:space="preserve">Opening: </w:t>
            </w:r>
            <w:r w:rsidRPr="007639C1">
              <w:rPr>
                <w:rFonts w:ascii="Arial Narrow" w:hAnsi="Arial Narrow"/>
                <w:b/>
                <w:color w:val="7030A0"/>
                <w:sz w:val="20"/>
                <w:szCs w:val="20"/>
              </w:rPr>
              <w:t>Focused Instruction (</w:t>
            </w:r>
            <w:r w:rsidRPr="007639C1">
              <w:rPr>
                <w:rFonts w:ascii="Arial Narrow" w:hAnsi="Arial Narrow"/>
                <w:b/>
                <w:i/>
                <w:color w:val="7030A0"/>
                <w:sz w:val="20"/>
                <w:szCs w:val="20"/>
              </w:rPr>
              <w:t>I do</w:t>
            </w:r>
            <w:r w:rsidRPr="007639C1">
              <w:rPr>
                <w:rFonts w:ascii="Arial Narrow" w:hAnsi="Arial Narrow"/>
                <w:b/>
                <w:color w:val="7030A0"/>
                <w:sz w:val="20"/>
                <w:szCs w:val="20"/>
              </w:rPr>
              <w:t>)-</w:t>
            </w:r>
            <w:r>
              <w:rPr>
                <w:rFonts w:ascii="Arial Narrow" w:hAnsi="Arial Narrow"/>
                <w:b/>
                <w:color w:val="7030A0"/>
                <w:sz w:val="20"/>
                <w:szCs w:val="20"/>
              </w:rPr>
              <w:t xml:space="preserve"> explain work session and assist as needed</w:t>
            </w:r>
          </w:p>
          <w:p w:rsidR="00801D8D" w:rsidRPr="007639C1" w:rsidRDefault="00801D8D" w:rsidP="00801D8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 xml:space="preserve">                                        </w:t>
            </w:r>
          </w:p>
          <w:p w:rsidR="00801D8D" w:rsidRPr="007639C1" w:rsidRDefault="00801D8D" w:rsidP="00801D8D">
            <w:pPr>
              <w:rPr>
                <w:rFonts w:ascii="Arial Narrow" w:hAnsi="Arial Narrow"/>
                <w:b/>
                <w:color w:val="0070C0"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 xml:space="preserve">Work Session: </w:t>
            </w:r>
            <w:r w:rsidRPr="007639C1">
              <w:rPr>
                <w:rFonts w:ascii="Arial Narrow" w:hAnsi="Arial Narrow"/>
                <w:b/>
                <w:color w:val="0070C0"/>
                <w:sz w:val="20"/>
                <w:szCs w:val="20"/>
              </w:rPr>
              <w:t>Collaborative Learning (</w:t>
            </w:r>
            <w:r w:rsidRPr="007639C1">
              <w:rPr>
                <w:rFonts w:ascii="Arial Narrow" w:hAnsi="Arial Narrow"/>
                <w:b/>
                <w:i/>
                <w:color w:val="0070C0"/>
                <w:sz w:val="20"/>
                <w:szCs w:val="20"/>
              </w:rPr>
              <w:t>You do together</w:t>
            </w:r>
            <w:r w:rsidRPr="007639C1">
              <w:rPr>
                <w:rFonts w:ascii="Arial Narrow" w:hAnsi="Arial Narrow"/>
                <w:b/>
                <w:color w:val="0070C0"/>
                <w:sz w:val="20"/>
                <w:szCs w:val="20"/>
              </w:rPr>
              <w:t>)-</w:t>
            </w:r>
            <w:r>
              <w:rPr>
                <w:rFonts w:ascii="Arial Narrow" w:hAnsi="Arial Narrow"/>
                <w:b/>
                <w:color w:val="0070C0"/>
                <w:sz w:val="20"/>
                <w:szCs w:val="20"/>
              </w:rPr>
              <w:t xml:space="preserve"> in pairs, complete the Atlas Activity 52 – Reformation and Counter Reformation</w:t>
            </w:r>
          </w:p>
          <w:p w:rsidR="00801D8D" w:rsidRPr="007639C1" w:rsidRDefault="00801D8D" w:rsidP="00801D8D">
            <w:pPr>
              <w:rPr>
                <w:rFonts w:ascii="Arial Narrow" w:hAnsi="Arial Narrow"/>
                <w:b/>
                <w:color w:val="F79646" w:themeColor="accent6"/>
                <w:sz w:val="20"/>
                <w:szCs w:val="20"/>
              </w:rPr>
            </w:pPr>
            <w:r w:rsidRPr="00C37DB9">
              <w:rPr>
                <w:rFonts w:ascii="Arial Narrow" w:hAnsi="Arial Narrow"/>
                <w:b/>
                <w:color w:val="E36C0A" w:themeColor="accent6" w:themeShade="BF"/>
                <w:sz w:val="20"/>
                <w:szCs w:val="20"/>
              </w:rPr>
              <w:t>Independent Learning (</w:t>
            </w:r>
            <w:r w:rsidRPr="00C37DB9">
              <w:rPr>
                <w:rFonts w:ascii="Arial Narrow" w:hAnsi="Arial Narrow"/>
                <w:b/>
                <w:i/>
                <w:color w:val="E36C0A" w:themeColor="accent6" w:themeShade="BF"/>
                <w:sz w:val="20"/>
                <w:szCs w:val="20"/>
              </w:rPr>
              <w:t>You do alone</w:t>
            </w:r>
            <w:r w:rsidRPr="00C37DB9">
              <w:rPr>
                <w:rFonts w:ascii="Arial Narrow" w:hAnsi="Arial Narrow"/>
                <w:b/>
                <w:color w:val="E36C0A" w:themeColor="accent6" w:themeShade="BF"/>
                <w:sz w:val="20"/>
                <w:szCs w:val="20"/>
              </w:rPr>
              <w:t>)-</w:t>
            </w:r>
            <w:r>
              <w:rPr>
                <w:rFonts w:ascii="Arial Narrow" w:hAnsi="Arial Narrow"/>
                <w:b/>
                <w:color w:val="E36C0A" w:themeColor="accent6" w:themeShade="BF"/>
                <w:sz w:val="20"/>
                <w:szCs w:val="20"/>
              </w:rPr>
              <w:t xml:space="preserve"> complete question set for Chapter 17, Section 3: p. 489 (A), p. 490 (B), p. 491 (1), p. 494 (3,4,5)</w:t>
            </w:r>
          </w:p>
          <w:p w:rsidR="00801D8D" w:rsidRPr="007639C1" w:rsidRDefault="00801D8D" w:rsidP="00801D8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801D8D" w:rsidRPr="007639C1" w:rsidRDefault="00801D8D" w:rsidP="00801D8D">
            <w:pPr>
              <w:rPr>
                <w:rFonts w:ascii="Arial Narrow" w:hAnsi="Arial Narrow"/>
                <w:b/>
                <w:color w:val="92D050"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 xml:space="preserve">Closing: </w:t>
            </w:r>
            <w:r w:rsidRPr="0069352C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>Guided Instruction (</w:t>
            </w:r>
            <w:r w:rsidRPr="0069352C">
              <w:rPr>
                <w:rFonts w:ascii="Arial Narrow" w:hAnsi="Arial Narrow"/>
                <w:b/>
                <w:i/>
                <w:color w:val="76923C" w:themeColor="accent3" w:themeShade="BF"/>
                <w:sz w:val="20"/>
                <w:szCs w:val="20"/>
              </w:rPr>
              <w:t>We do</w:t>
            </w:r>
            <w:r w:rsidRPr="0069352C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>)-</w:t>
            </w:r>
            <w:r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 xml:space="preserve">  Why did England become Protestant?</w:t>
            </w:r>
          </w:p>
          <w:p w:rsidR="009208CA" w:rsidRPr="007639C1" w:rsidRDefault="009208CA" w:rsidP="009208CA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EA29EB" w:rsidRPr="007639C1" w:rsidRDefault="009208CA" w:rsidP="009208CA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>Home Learning:</w:t>
            </w:r>
          </w:p>
        </w:tc>
        <w:tc>
          <w:tcPr>
            <w:tcW w:w="2250" w:type="dxa"/>
            <w:vMerge w:val="restart"/>
          </w:tcPr>
          <w:p w:rsidR="00EA29EB" w:rsidRPr="00B55B5A" w:rsidRDefault="00EA29EB" w:rsidP="00EA29EB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Advanced Organizer</w:t>
            </w:r>
          </w:p>
          <w:p w:rsidR="00EA29EB" w:rsidRPr="00B55B5A" w:rsidRDefault="00EA29EB" w:rsidP="00EA29EB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Choice Menu</w:t>
            </w:r>
          </w:p>
          <w:p w:rsidR="00EA29EB" w:rsidRPr="00B55B5A" w:rsidRDefault="00EA29EB" w:rsidP="00EA29EB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Cornell note</w:t>
            </w:r>
          </w:p>
          <w:p w:rsidR="00EA29EB" w:rsidRPr="00B55B5A" w:rsidRDefault="00EA29EB" w:rsidP="00EA29EB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Mincho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Brain Dump/Mind Map</w:t>
            </w:r>
          </w:p>
          <w:p w:rsidR="00EA29EB" w:rsidRPr="00B55B5A" w:rsidRDefault="00EA29EB" w:rsidP="00EA29EB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K-W-L</w:t>
            </w:r>
          </w:p>
          <w:p w:rsidR="00EA29EB" w:rsidRPr="00B55B5A" w:rsidRDefault="00EA29EB" w:rsidP="00EA29EB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Mincho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Carousel Brainstorming</w:t>
            </w:r>
          </w:p>
          <w:p w:rsidR="00EA29EB" w:rsidRPr="00B55B5A" w:rsidRDefault="00EA29EB" w:rsidP="00EA29EB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Mincho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3 Facts &amp; a Fib</w:t>
            </w:r>
          </w:p>
          <w:p w:rsidR="00801D8D" w:rsidRDefault="00801D8D" w:rsidP="00801D8D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Segoe UI Symbol" w:eastAsia="MS Mincho" w:hAnsi="Segoe UI Symbol" w:cs="Segoe UI Symbol"/>
                <w:sz w:val="16"/>
                <w:szCs w:val="16"/>
              </w:rPr>
              <w:t xml:space="preserve">X </w:t>
            </w:r>
            <w:r w:rsidRPr="00B55B5A">
              <w:rPr>
                <w:rFonts w:ascii="Arial Narrow" w:hAnsi="Arial Narrow"/>
                <w:sz w:val="16"/>
                <w:szCs w:val="16"/>
              </w:rPr>
              <w:t>Other</w:t>
            </w:r>
          </w:p>
          <w:p w:rsidR="00EA29EB" w:rsidRPr="00801D8D" w:rsidRDefault="00801D8D" w:rsidP="00801D8D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16"/>
                <w:szCs w:val="16"/>
              </w:rPr>
            </w:pPr>
            <w:r w:rsidRPr="00801D8D">
              <w:rPr>
                <w:rFonts w:ascii="Arial Narrow" w:hAnsi="Arial Narrow"/>
                <w:sz w:val="16"/>
                <w:szCs w:val="16"/>
              </w:rPr>
              <w:t>Atlas Activity 52</w:t>
            </w:r>
          </w:p>
        </w:tc>
        <w:tc>
          <w:tcPr>
            <w:tcW w:w="1957" w:type="dxa"/>
          </w:tcPr>
          <w:p w:rsidR="00EA29EB" w:rsidRPr="00B55B5A" w:rsidRDefault="00EA29EB" w:rsidP="00EA29EB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Formative:</w:t>
            </w:r>
          </w:p>
          <w:p w:rsidR="00801D8D" w:rsidRDefault="00801D8D" w:rsidP="00801D8D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801D8D" w:rsidRDefault="00801D8D" w:rsidP="00801D8D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Teacher Observation</w:t>
            </w:r>
          </w:p>
          <w:p w:rsidR="00801D8D" w:rsidRDefault="00801D8D" w:rsidP="00801D8D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Q&amp;A</w:t>
            </w:r>
          </w:p>
          <w:p w:rsidR="00801D8D" w:rsidRDefault="00801D8D" w:rsidP="00801D8D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Atlas Activity 52</w:t>
            </w:r>
          </w:p>
          <w:p w:rsidR="00801D8D" w:rsidRPr="00385B4C" w:rsidRDefault="00801D8D" w:rsidP="00801D8D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17-3 Question set</w:t>
            </w:r>
          </w:p>
          <w:p w:rsidR="00EA29EB" w:rsidRPr="00B55B5A" w:rsidRDefault="00EA29EB" w:rsidP="00EA29EB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EA29EB" w:rsidRPr="00B55B5A" w:rsidRDefault="00EA29EB" w:rsidP="00EA29EB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A29EB" w:rsidRPr="00B55B5A" w:rsidTr="00527720">
        <w:trPr>
          <w:trHeight w:val="1421"/>
        </w:trPr>
        <w:tc>
          <w:tcPr>
            <w:tcW w:w="828" w:type="dxa"/>
            <w:vMerge/>
            <w:vAlign w:val="center"/>
          </w:tcPr>
          <w:p w:rsidR="00EA29EB" w:rsidRPr="00B55B5A" w:rsidRDefault="00EA29EB" w:rsidP="00EA29EB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2767" w:type="dxa"/>
          </w:tcPr>
          <w:p w:rsidR="00EA29EB" w:rsidRPr="00B55B5A" w:rsidRDefault="00EA29EB" w:rsidP="007639C1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Purpose:</w:t>
            </w:r>
          </w:p>
          <w:p w:rsidR="00EA29EB" w:rsidRPr="00B55B5A" w:rsidRDefault="00801D8D" w:rsidP="007639C1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 provide the students with a basic understanding of what contributed to the change and continuity of the Reformation</w:t>
            </w:r>
          </w:p>
        </w:tc>
        <w:tc>
          <w:tcPr>
            <w:tcW w:w="6863" w:type="dxa"/>
            <w:vMerge/>
          </w:tcPr>
          <w:p w:rsidR="00EA29EB" w:rsidRPr="007639C1" w:rsidRDefault="00EA29EB" w:rsidP="00EA29EB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</w:tcPr>
          <w:p w:rsidR="00EA29EB" w:rsidRPr="00B55B5A" w:rsidRDefault="00EA29EB" w:rsidP="00EA29EB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57" w:type="dxa"/>
          </w:tcPr>
          <w:p w:rsidR="00EA29EB" w:rsidRPr="00B55B5A" w:rsidRDefault="00EA29EB" w:rsidP="00EA29EB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Summative:</w:t>
            </w:r>
          </w:p>
        </w:tc>
      </w:tr>
      <w:tr w:rsidR="00234CF1" w:rsidRPr="00B55B5A" w:rsidTr="00527720">
        <w:tblPrEx>
          <w:tblLook w:val="04A0" w:firstRow="1" w:lastRow="0" w:firstColumn="1" w:lastColumn="0" w:noHBand="0" w:noVBand="1"/>
        </w:tblPrEx>
        <w:trPr>
          <w:trHeight w:val="1520"/>
        </w:trPr>
        <w:tc>
          <w:tcPr>
            <w:tcW w:w="828" w:type="dxa"/>
            <w:vMerge w:val="restart"/>
            <w:vAlign w:val="center"/>
          </w:tcPr>
          <w:p w:rsidR="00234CF1" w:rsidRPr="00B55B5A" w:rsidRDefault="00EA29EB" w:rsidP="00EA29EB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Tues</w:t>
            </w:r>
          </w:p>
        </w:tc>
        <w:tc>
          <w:tcPr>
            <w:tcW w:w="2767" w:type="dxa"/>
          </w:tcPr>
          <w:p w:rsidR="00EA29EB" w:rsidRPr="00B55B5A" w:rsidRDefault="00EA29EB" w:rsidP="007639C1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Standard(s):</w:t>
            </w:r>
          </w:p>
          <w:p w:rsidR="009208CA" w:rsidRDefault="009208CA" w:rsidP="009208CA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SSWH 9 Analyze change and continuity in the Renaissance and Reformation.</w:t>
            </w:r>
          </w:p>
          <w:p w:rsidR="009208CA" w:rsidRDefault="009208CA" w:rsidP="009208CA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e. Analyze the impact of the Protestant </w:t>
            </w:r>
            <w:r>
              <w:rPr>
                <w:rFonts w:ascii="Arial Narrow" w:hAnsi="Arial Narrow"/>
                <w:sz w:val="16"/>
                <w:szCs w:val="16"/>
              </w:rPr>
              <w:br/>
              <w:t>Reformation, include:  the ideas of Martin Luther and John Calvin</w:t>
            </w:r>
          </w:p>
          <w:p w:rsidR="00EA29EB" w:rsidRPr="00B55B5A" w:rsidRDefault="002A5351" w:rsidP="009208CA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g. </w:t>
            </w:r>
            <w:r w:rsidR="00527720">
              <w:rPr>
                <w:rFonts w:ascii="Arial Narrow" w:hAnsi="Arial Narrow"/>
                <w:sz w:val="16"/>
                <w:szCs w:val="16"/>
              </w:rPr>
              <w:t>Describe the Counter Reformation at the Council of Trent and the role of the Jesuits.</w:t>
            </w:r>
          </w:p>
        </w:tc>
        <w:tc>
          <w:tcPr>
            <w:tcW w:w="6863" w:type="dxa"/>
            <w:vMerge w:val="restart"/>
          </w:tcPr>
          <w:p w:rsidR="009208CA" w:rsidRPr="007639C1" w:rsidRDefault="009208CA" w:rsidP="009208CA">
            <w:pPr>
              <w:rPr>
                <w:rFonts w:ascii="Arial Narrow" w:hAnsi="Arial Narrow"/>
                <w:b/>
                <w:color w:val="92D050"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 xml:space="preserve">Do Now: </w:t>
            </w:r>
            <w:r w:rsidRPr="0069352C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>Guided Instruction (</w:t>
            </w:r>
            <w:r w:rsidRPr="0069352C">
              <w:rPr>
                <w:rFonts w:ascii="Arial Narrow" w:hAnsi="Arial Narrow"/>
                <w:b/>
                <w:i/>
                <w:color w:val="76923C" w:themeColor="accent3" w:themeShade="BF"/>
                <w:sz w:val="20"/>
                <w:szCs w:val="20"/>
              </w:rPr>
              <w:t>We do</w:t>
            </w:r>
            <w:r w:rsidRPr="0069352C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>)-</w:t>
            </w:r>
            <w:r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 xml:space="preserve"> Is your religion one of the Protestant creations from the Reformation? (see p. 491)</w:t>
            </w:r>
          </w:p>
          <w:p w:rsidR="009208CA" w:rsidRPr="007639C1" w:rsidRDefault="009208CA" w:rsidP="009208CA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9208CA" w:rsidRPr="007639C1" w:rsidRDefault="009208CA" w:rsidP="009208CA">
            <w:pPr>
              <w:rPr>
                <w:rFonts w:ascii="Arial Narrow" w:hAnsi="Arial Narrow"/>
                <w:b/>
                <w:color w:val="7030A0"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 xml:space="preserve">Opening: </w:t>
            </w:r>
            <w:r w:rsidRPr="007639C1">
              <w:rPr>
                <w:rFonts w:ascii="Arial Narrow" w:hAnsi="Arial Narrow"/>
                <w:b/>
                <w:color w:val="7030A0"/>
                <w:sz w:val="20"/>
                <w:szCs w:val="20"/>
              </w:rPr>
              <w:t>Focused Instruction (</w:t>
            </w:r>
            <w:r w:rsidRPr="007639C1">
              <w:rPr>
                <w:rFonts w:ascii="Arial Narrow" w:hAnsi="Arial Narrow"/>
                <w:b/>
                <w:i/>
                <w:color w:val="7030A0"/>
                <w:sz w:val="20"/>
                <w:szCs w:val="20"/>
              </w:rPr>
              <w:t>I do</w:t>
            </w:r>
            <w:r w:rsidRPr="007639C1">
              <w:rPr>
                <w:rFonts w:ascii="Arial Narrow" w:hAnsi="Arial Narrow"/>
                <w:b/>
                <w:color w:val="7030A0"/>
                <w:sz w:val="20"/>
                <w:szCs w:val="20"/>
              </w:rPr>
              <w:t>)-</w:t>
            </w:r>
            <w:r>
              <w:rPr>
                <w:rFonts w:ascii="Arial Narrow" w:hAnsi="Arial Narrow"/>
                <w:b/>
                <w:color w:val="7030A0"/>
                <w:sz w:val="20"/>
                <w:szCs w:val="20"/>
              </w:rPr>
              <w:t xml:space="preserve"> explain work session and assist as needed</w:t>
            </w:r>
          </w:p>
          <w:p w:rsidR="009208CA" w:rsidRPr="007639C1" w:rsidRDefault="009208CA" w:rsidP="009208CA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 xml:space="preserve">                                        </w:t>
            </w:r>
          </w:p>
          <w:p w:rsidR="009208CA" w:rsidRPr="00527720" w:rsidRDefault="009208CA" w:rsidP="009208CA">
            <w:pPr>
              <w:rPr>
                <w:rFonts w:ascii="Arial Narrow" w:hAnsi="Arial Narrow"/>
                <w:b/>
                <w:color w:val="0070C0"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 xml:space="preserve">Work Session: </w:t>
            </w:r>
            <w:r w:rsidRPr="00C37DB9">
              <w:rPr>
                <w:rFonts w:ascii="Arial Narrow" w:hAnsi="Arial Narrow"/>
                <w:b/>
                <w:color w:val="E36C0A" w:themeColor="accent6" w:themeShade="BF"/>
                <w:sz w:val="20"/>
                <w:szCs w:val="20"/>
              </w:rPr>
              <w:t>Independent Learning (</w:t>
            </w:r>
            <w:r w:rsidRPr="00C37DB9">
              <w:rPr>
                <w:rFonts w:ascii="Arial Narrow" w:hAnsi="Arial Narrow"/>
                <w:b/>
                <w:i/>
                <w:color w:val="E36C0A" w:themeColor="accent6" w:themeShade="BF"/>
                <w:sz w:val="20"/>
                <w:szCs w:val="20"/>
              </w:rPr>
              <w:t>You do alone</w:t>
            </w:r>
            <w:r w:rsidRPr="00C37DB9">
              <w:rPr>
                <w:rFonts w:ascii="Arial Narrow" w:hAnsi="Arial Narrow"/>
                <w:b/>
                <w:color w:val="E36C0A" w:themeColor="accent6" w:themeShade="BF"/>
                <w:sz w:val="20"/>
                <w:szCs w:val="20"/>
              </w:rPr>
              <w:t>)-</w:t>
            </w:r>
            <w:r>
              <w:rPr>
                <w:rFonts w:ascii="Arial Narrow" w:hAnsi="Arial Narrow"/>
                <w:b/>
                <w:color w:val="E36C0A" w:themeColor="accent6" w:themeShade="BF"/>
                <w:sz w:val="20"/>
                <w:szCs w:val="20"/>
              </w:rPr>
              <w:t xml:space="preserve"> complete question set for Chapter 17, Section </w:t>
            </w:r>
            <w:r w:rsidR="00527720">
              <w:rPr>
                <w:rFonts w:ascii="Arial Narrow" w:hAnsi="Arial Narrow"/>
                <w:b/>
                <w:color w:val="E36C0A" w:themeColor="accent6" w:themeShade="BF"/>
                <w:sz w:val="20"/>
                <w:szCs w:val="20"/>
              </w:rPr>
              <w:t>4</w:t>
            </w:r>
            <w:r>
              <w:rPr>
                <w:rFonts w:ascii="Arial Narrow" w:hAnsi="Arial Narrow"/>
                <w:b/>
                <w:color w:val="E36C0A" w:themeColor="accent6" w:themeShade="BF"/>
                <w:sz w:val="20"/>
                <w:szCs w:val="20"/>
              </w:rPr>
              <w:t>: p. 4</w:t>
            </w:r>
            <w:r w:rsidR="00527720">
              <w:rPr>
                <w:rFonts w:ascii="Arial Narrow" w:hAnsi="Arial Narrow"/>
                <w:b/>
                <w:color w:val="E36C0A" w:themeColor="accent6" w:themeShade="BF"/>
                <w:sz w:val="20"/>
                <w:szCs w:val="20"/>
              </w:rPr>
              <w:t>96</w:t>
            </w:r>
            <w:r>
              <w:rPr>
                <w:rFonts w:ascii="Arial Narrow" w:hAnsi="Arial Narrow"/>
                <w:b/>
                <w:color w:val="E36C0A" w:themeColor="accent6" w:themeShade="BF"/>
                <w:sz w:val="20"/>
                <w:szCs w:val="20"/>
              </w:rPr>
              <w:t xml:space="preserve"> (A), p. 49</w:t>
            </w:r>
            <w:r w:rsidR="00527720">
              <w:rPr>
                <w:rFonts w:ascii="Arial Narrow" w:hAnsi="Arial Narrow"/>
                <w:b/>
                <w:color w:val="E36C0A" w:themeColor="accent6" w:themeShade="BF"/>
                <w:sz w:val="20"/>
                <w:szCs w:val="20"/>
              </w:rPr>
              <w:t>7</w:t>
            </w:r>
            <w:r>
              <w:rPr>
                <w:rFonts w:ascii="Arial Narrow" w:hAnsi="Arial Narrow"/>
                <w:b/>
                <w:color w:val="E36C0A" w:themeColor="accent6" w:themeShade="BF"/>
                <w:sz w:val="20"/>
                <w:szCs w:val="20"/>
              </w:rPr>
              <w:t xml:space="preserve"> (</w:t>
            </w:r>
            <w:r w:rsidR="00527720">
              <w:rPr>
                <w:rFonts w:ascii="Arial Narrow" w:hAnsi="Arial Narrow"/>
                <w:b/>
                <w:color w:val="E36C0A" w:themeColor="accent6" w:themeShade="BF"/>
                <w:sz w:val="20"/>
                <w:szCs w:val="20"/>
              </w:rPr>
              <w:t>GS 1,2</w:t>
            </w:r>
            <w:r>
              <w:rPr>
                <w:rFonts w:ascii="Arial Narrow" w:hAnsi="Arial Narrow"/>
                <w:b/>
                <w:color w:val="E36C0A" w:themeColor="accent6" w:themeShade="BF"/>
                <w:sz w:val="20"/>
                <w:szCs w:val="20"/>
              </w:rPr>
              <w:t>), p. 49</w:t>
            </w:r>
            <w:r w:rsidR="00527720">
              <w:rPr>
                <w:rFonts w:ascii="Arial Narrow" w:hAnsi="Arial Narrow"/>
                <w:b/>
                <w:color w:val="E36C0A" w:themeColor="accent6" w:themeShade="BF"/>
                <w:sz w:val="20"/>
                <w:szCs w:val="20"/>
              </w:rPr>
              <w:t>8</w:t>
            </w:r>
            <w:r>
              <w:rPr>
                <w:rFonts w:ascii="Arial Narrow" w:hAnsi="Arial Narrow"/>
                <w:b/>
                <w:color w:val="E36C0A" w:themeColor="accent6" w:themeShade="BF"/>
                <w:sz w:val="20"/>
                <w:szCs w:val="20"/>
              </w:rPr>
              <w:t xml:space="preserve"> (</w:t>
            </w:r>
            <w:r w:rsidR="00527720">
              <w:rPr>
                <w:rFonts w:ascii="Arial Narrow" w:hAnsi="Arial Narrow"/>
                <w:b/>
                <w:color w:val="E36C0A" w:themeColor="accent6" w:themeShade="BF"/>
                <w:sz w:val="20"/>
                <w:szCs w:val="20"/>
              </w:rPr>
              <w:t>B</w:t>
            </w:r>
            <w:r>
              <w:rPr>
                <w:rFonts w:ascii="Arial Narrow" w:hAnsi="Arial Narrow"/>
                <w:b/>
                <w:color w:val="E36C0A" w:themeColor="accent6" w:themeShade="BF"/>
                <w:sz w:val="20"/>
                <w:szCs w:val="20"/>
              </w:rPr>
              <w:t xml:space="preserve">), p. </w:t>
            </w:r>
            <w:r w:rsidR="00527720">
              <w:rPr>
                <w:rFonts w:ascii="Arial Narrow" w:hAnsi="Arial Narrow"/>
                <w:b/>
                <w:color w:val="E36C0A" w:themeColor="accent6" w:themeShade="BF"/>
                <w:sz w:val="20"/>
                <w:szCs w:val="20"/>
              </w:rPr>
              <w:t>500</w:t>
            </w:r>
            <w:r>
              <w:rPr>
                <w:rFonts w:ascii="Arial Narrow" w:hAnsi="Arial Narrow"/>
                <w:b/>
                <w:color w:val="E36C0A" w:themeColor="accent6" w:themeShade="BF"/>
                <w:sz w:val="20"/>
                <w:szCs w:val="20"/>
              </w:rPr>
              <w:t xml:space="preserve"> (3,4,5</w:t>
            </w:r>
            <w:r w:rsidR="00527720">
              <w:rPr>
                <w:rFonts w:ascii="Arial Narrow" w:hAnsi="Arial Narrow"/>
                <w:b/>
                <w:color w:val="E36C0A" w:themeColor="accent6" w:themeShade="BF"/>
                <w:sz w:val="20"/>
                <w:szCs w:val="20"/>
              </w:rPr>
              <w:t>,7</w:t>
            </w:r>
            <w:r>
              <w:rPr>
                <w:rFonts w:ascii="Arial Narrow" w:hAnsi="Arial Narrow"/>
                <w:b/>
                <w:color w:val="E36C0A" w:themeColor="accent6" w:themeShade="BF"/>
                <w:sz w:val="20"/>
                <w:szCs w:val="20"/>
              </w:rPr>
              <w:t>)</w:t>
            </w:r>
          </w:p>
          <w:p w:rsidR="009208CA" w:rsidRPr="007639C1" w:rsidRDefault="009208CA" w:rsidP="009208CA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9208CA" w:rsidRPr="007639C1" w:rsidRDefault="009208CA" w:rsidP="009208CA">
            <w:pPr>
              <w:rPr>
                <w:rFonts w:ascii="Arial Narrow" w:hAnsi="Arial Narrow"/>
                <w:b/>
                <w:color w:val="92D050"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 xml:space="preserve">Closing: </w:t>
            </w:r>
            <w:r w:rsidRPr="0069352C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>Guided Instruction (</w:t>
            </w:r>
            <w:r w:rsidRPr="0069352C">
              <w:rPr>
                <w:rFonts w:ascii="Arial Narrow" w:hAnsi="Arial Narrow"/>
                <w:b/>
                <w:i/>
                <w:color w:val="76923C" w:themeColor="accent3" w:themeShade="BF"/>
                <w:sz w:val="20"/>
                <w:szCs w:val="20"/>
              </w:rPr>
              <w:t>We do</w:t>
            </w:r>
            <w:r w:rsidRPr="0069352C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>)-</w:t>
            </w:r>
            <w:r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 xml:space="preserve">  Why did England become Protestant?</w:t>
            </w:r>
          </w:p>
          <w:p w:rsidR="009208CA" w:rsidRPr="007639C1" w:rsidRDefault="009208CA" w:rsidP="009208CA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234CF1" w:rsidRPr="007639C1" w:rsidRDefault="009208CA" w:rsidP="009208CA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>Home Learning:</w:t>
            </w:r>
          </w:p>
        </w:tc>
        <w:tc>
          <w:tcPr>
            <w:tcW w:w="2250" w:type="dxa"/>
            <w:vMerge w:val="restart"/>
          </w:tcPr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Advanced Organizer</w:t>
            </w:r>
          </w:p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Choice Menu</w:t>
            </w:r>
          </w:p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Cornell note</w:t>
            </w:r>
          </w:p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Mincho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Brain Dump/Mind Map</w:t>
            </w:r>
          </w:p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K-W-L</w:t>
            </w:r>
          </w:p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Mincho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Carousel Brainstorming</w:t>
            </w:r>
          </w:p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Mincho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3 Facts &amp; a Fib</w:t>
            </w:r>
          </w:p>
          <w:p w:rsidR="009208CA" w:rsidRDefault="00801D8D" w:rsidP="009208CA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Segoe UI Symbol" w:eastAsia="MS Mincho" w:hAnsi="Segoe UI Symbol" w:cs="Segoe UI Symbol"/>
                <w:sz w:val="16"/>
                <w:szCs w:val="16"/>
              </w:rPr>
              <w:t xml:space="preserve">      </w:t>
            </w:r>
            <w:r w:rsidR="009208CA" w:rsidRPr="00B55B5A">
              <w:rPr>
                <w:rFonts w:ascii="Arial Narrow" w:hAnsi="Arial Narrow"/>
                <w:sz w:val="16"/>
                <w:szCs w:val="16"/>
              </w:rPr>
              <w:t>Other</w:t>
            </w:r>
          </w:p>
          <w:p w:rsidR="00234CF1" w:rsidRPr="00B55B5A" w:rsidRDefault="00234CF1" w:rsidP="009208CA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57" w:type="dxa"/>
          </w:tcPr>
          <w:p w:rsidR="00234CF1" w:rsidRPr="00B55B5A" w:rsidRDefault="00234CF1" w:rsidP="004C0735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Formative:</w:t>
            </w:r>
          </w:p>
          <w:p w:rsidR="009208CA" w:rsidRDefault="009208CA" w:rsidP="009208CA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9208CA" w:rsidRDefault="009208CA" w:rsidP="009208CA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Teacher Observation</w:t>
            </w:r>
          </w:p>
          <w:p w:rsidR="009208CA" w:rsidRDefault="009208CA" w:rsidP="009208CA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Q&amp;A</w:t>
            </w:r>
          </w:p>
          <w:p w:rsidR="00527720" w:rsidRPr="00385B4C" w:rsidRDefault="00527720" w:rsidP="00527720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17-</w:t>
            </w:r>
            <w:r>
              <w:rPr>
                <w:rFonts w:ascii="Arial Narrow" w:hAnsi="Arial Narrow"/>
                <w:sz w:val="16"/>
                <w:szCs w:val="16"/>
              </w:rPr>
              <w:t>4</w:t>
            </w:r>
            <w:r>
              <w:rPr>
                <w:rFonts w:ascii="Arial Narrow" w:hAnsi="Arial Narrow"/>
                <w:sz w:val="16"/>
                <w:szCs w:val="16"/>
              </w:rPr>
              <w:t xml:space="preserve"> Question set</w:t>
            </w:r>
          </w:p>
          <w:p w:rsidR="00234CF1" w:rsidRPr="00B55B5A" w:rsidRDefault="00234CF1" w:rsidP="004C0735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234CF1" w:rsidRPr="00B55B5A" w:rsidRDefault="00234CF1" w:rsidP="004C0735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34CF1" w:rsidRPr="00B55B5A" w:rsidTr="00527720">
        <w:tblPrEx>
          <w:tblLook w:val="04A0" w:firstRow="1" w:lastRow="0" w:firstColumn="1" w:lastColumn="0" w:noHBand="0" w:noVBand="1"/>
        </w:tblPrEx>
        <w:trPr>
          <w:trHeight w:val="1349"/>
        </w:trPr>
        <w:tc>
          <w:tcPr>
            <w:tcW w:w="828" w:type="dxa"/>
            <w:vMerge/>
          </w:tcPr>
          <w:p w:rsidR="00234CF1" w:rsidRPr="00B55B5A" w:rsidRDefault="00234CF1" w:rsidP="004C0735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2767" w:type="dxa"/>
          </w:tcPr>
          <w:p w:rsidR="00234CF1" w:rsidRDefault="00234CF1" w:rsidP="007639C1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Purpose:</w:t>
            </w:r>
          </w:p>
          <w:p w:rsidR="009208CA" w:rsidRPr="00B55B5A" w:rsidRDefault="009208CA" w:rsidP="007639C1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 provide the students with a basic understanding of what contributed to the change and continuity of the Reformation</w:t>
            </w:r>
          </w:p>
        </w:tc>
        <w:tc>
          <w:tcPr>
            <w:tcW w:w="6863" w:type="dxa"/>
            <w:vMerge/>
          </w:tcPr>
          <w:p w:rsidR="00234CF1" w:rsidRPr="007639C1" w:rsidRDefault="00234CF1" w:rsidP="004C0735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</w:tcPr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57" w:type="dxa"/>
          </w:tcPr>
          <w:p w:rsidR="00234CF1" w:rsidRPr="00B55B5A" w:rsidRDefault="00234CF1" w:rsidP="004C0735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Summative:</w:t>
            </w:r>
          </w:p>
        </w:tc>
      </w:tr>
      <w:tr w:rsidR="00234CF1" w:rsidRPr="00B55B5A" w:rsidTr="00527720">
        <w:trPr>
          <w:trHeight w:val="1520"/>
        </w:trPr>
        <w:tc>
          <w:tcPr>
            <w:tcW w:w="828" w:type="dxa"/>
            <w:vMerge w:val="restart"/>
            <w:vAlign w:val="center"/>
          </w:tcPr>
          <w:p w:rsidR="00234CF1" w:rsidRPr="00B55B5A" w:rsidRDefault="00EA29EB" w:rsidP="00EA29EB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Weds</w:t>
            </w:r>
          </w:p>
        </w:tc>
        <w:tc>
          <w:tcPr>
            <w:tcW w:w="2767" w:type="dxa"/>
          </w:tcPr>
          <w:p w:rsidR="00EA29EB" w:rsidRPr="00B55B5A" w:rsidRDefault="00EA29EB" w:rsidP="007639C1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Standard(s):</w:t>
            </w:r>
          </w:p>
          <w:p w:rsidR="00527720" w:rsidRDefault="00527720" w:rsidP="00527720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SSWH 9 Analyze change and continuity in the Renaissance and Reformation.</w:t>
            </w:r>
          </w:p>
          <w:p w:rsidR="00234CF1" w:rsidRPr="00B55B5A" w:rsidRDefault="00234CF1" w:rsidP="007639C1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6863" w:type="dxa"/>
            <w:vMerge w:val="restart"/>
          </w:tcPr>
          <w:p w:rsidR="00527720" w:rsidRPr="00527720" w:rsidRDefault="00527720" w:rsidP="002F0CED">
            <w:pPr>
              <w:rPr>
                <w:rFonts w:ascii="Arial Narrow" w:hAnsi="Arial Narrow"/>
                <w:b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                                                                                   </w:t>
            </w:r>
            <w:r>
              <w:rPr>
                <w:rFonts w:ascii="Arial Narrow" w:hAnsi="Arial Narrow"/>
                <w:b/>
                <w:color w:val="FF0000"/>
                <w:sz w:val="20"/>
                <w:szCs w:val="20"/>
              </w:rPr>
              <w:t>SUBSTITUTE: MR. ELLIOTT</w:t>
            </w:r>
          </w:p>
          <w:p w:rsidR="002F0CED" w:rsidRPr="007639C1" w:rsidRDefault="002F0CED" w:rsidP="002F0CED">
            <w:pPr>
              <w:rPr>
                <w:rFonts w:ascii="Arial Narrow" w:hAnsi="Arial Narrow"/>
                <w:b/>
                <w:color w:val="92D050"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 xml:space="preserve">Do Now: </w:t>
            </w:r>
            <w:r w:rsidRPr="0069352C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>Guided Instruction (</w:t>
            </w:r>
            <w:r w:rsidRPr="0069352C">
              <w:rPr>
                <w:rFonts w:ascii="Arial Narrow" w:hAnsi="Arial Narrow"/>
                <w:b/>
                <w:i/>
                <w:color w:val="76923C" w:themeColor="accent3" w:themeShade="BF"/>
                <w:sz w:val="20"/>
                <w:szCs w:val="20"/>
              </w:rPr>
              <w:t>We do</w:t>
            </w:r>
            <w:r w:rsidRPr="0069352C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>)-</w:t>
            </w:r>
            <w:r w:rsidR="00527720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 xml:space="preserve"> gather all the work from last week thru Tuesday</w:t>
            </w:r>
          </w:p>
          <w:p w:rsidR="002F0CED" w:rsidRPr="007639C1" w:rsidRDefault="002F0CED" w:rsidP="002F0CE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2F0CED" w:rsidRPr="007639C1" w:rsidRDefault="002F0CED" w:rsidP="002F0CED">
            <w:pPr>
              <w:rPr>
                <w:rFonts w:ascii="Arial Narrow" w:hAnsi="Arial Narrow"/>
                <w:b/>
                <w:color w:val="7030A0"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 xml:space="preserve">Opening: </w:t>
            </w:r>
            <w:r w:rsidRPr="007639C1">
              <w:rPr>
                <w:rFonts w:ascii="Arial Narrow" w:hAnsi="Arial Narrow"/>
                <w:b/>
                <w:color w:val="7030A0"/>
                <w:sz w:val="20"/>
                <w:szCs w:val="20"/>
              </w:rPr>
              <w:t>Focused Instruction (</w:t>
            </w:r>
            <w:r w:rsidRPr="007639C1">
              <w:rPr>
                <w:rFonts w:ascii="Arial Narrow" w:hAnsi="Arial Narrow"/>
                <w:b/>
                <w:i/>
                <w:color w:val="7030A0"/>
                <w:sz w:val="20"/>
                <w:szCs w:val="20"/>
              </w:rPr>
              <w:t>I do</w:t>
            </w:r>
            <w:r w:rsidRPr="007639C1">
              <w:rPr>
                <w:rFonts w:ascii="Arial Narrow" w:hAnsi="Arial Narrow"/>
                <w:b/>
                <w:color w:val="7030A0"/>
                <w:sz w:val="20"/>
                <w:szCs w:val="20"/>
              </w:rPr>
              <w:t>)-</w:t>
            </w:r>
            <w:r w:rsidR="00527720">
              <w:rPr>
                <w:rFonts w:ascii="Arial Narrow" w:hAnsi="Arial Narrow"/>
                <w:b/>
                <w:color w:val="7030A0"/>
                <w:sz w:val="20"/>
                <w:szCs w:val="20"/>
              </w:rPr>
              <w:t xml:space="preserve"> Substitute explains work session</w:t>
            </w:r>
          </w:p>
          <w:p w:rsidR="002F0CED" w:rsidRPr="007639C1" w:rsidRDefault="002F0CED" w:rsidP="002F0CE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 xml:space="preserve">                                        </w:t>
            </w:r>
          </w:p>
          <w:p w:rsidR="002F0CED" w:rsidRPr="007639C1" w:rsidRDefault="002F0CED" w:rsidP="002F0CED">
            <w:pPr>
              <w:rPr>
                <w:rFonts w:ascii="Arial Narrow" w:hAnsi="Arial Narrow"/>
                <w:b/>
                <w:color w:val="F79646" w:themeColor="accent6"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 xml:space="preserve">Work Session: </w:t>
            </w:r>
            <w:r w:rsidRPr="007639C1">
              <w:rPr>
                <w:rFonts w:ascii="Arial Narrow" w:hAnsi="Arial Narrow"/>
                <w:b/>
                <w:color w:val="F79646" w:themeColor="accent6"/>
                <w:sz w:val="20"/>
                <w:szCs w:val="20"/>
              </w:rPr>
              <w:t>Independent Learning (</w:t>
            </w:r>
            <w:r w:rsidRPr="007639C1">
              <w:rPr>
                <w:rFonts w:ascii="Arial Narrow" w:hAnsi="Arial Narrow"/>
                <w:b/>
                <w:i/>
                <w:color w:val="F79646" w:themeColor="accent6"/>
                <w:sz w:val="20"/>
                <w:szCs w:val="20"/>
              </w:rPr>
              <w:t>You do alone</w:t>
            </w:r>
            <w:r w:rsidRPr="007639C1">
              <w:rPr>
                <w:rFonts w:ascii="Arial Narrow" w:hAnsi="Arial Narrow"/>
                <w:b/>
                <w:color w:val="F79646" w:themeColor="accent6"/>
                <w:sz w:val="20"/>
                <w:szCs w:val="20"/>
              </w:rPr>
              <w:t>)-</w:t>
            </w:r>
            <w:r w:rsidR="00527720">
              <w:rPr>
                <w:rFonts w:ascii="Arial Narrow" w:hAnsi="Arial Narrow"/>
                <w:b/>
                <w:color w:val="F79646" w:themeColor="accent6"/>
                <w:sz w:val="20"/>
                <w:szCs w:val="20"/>
              </w:rPr>
              <w:t xml:space="preserve"> Complete all question sets and Atlas activities</w:t>
            </w:r>
          </w:p>
          <w:p w:rsidR="002F0CED" w:rsidRPr="007639C1" w:rsidRDefault="00527720" w:rsidP="002F0CED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AND / OR</w:t>
            </w:r>
          </w:p>
          <w:p w:rsidR="00527720" w:rsidRPr="007639C1" w:rsidRDefault="002F0CED" w:rsidP="00527720">
            <w:pPr>
              <w:rPr>
                <w:rFonts w:ascii="Arial Narrow" w:hAnsi="Arial Narrow"/>
                <w:b/>
                <w:color w:val="F79646" w:themeColor="accent6"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color w:val="0070C0"/>
                <w:sz w:val="20"/>
                <w:szCs w:val="20"/>
              </w:rPr>
              <w:t>Collaborative Learning (</w:t>
            </w:r>
            <w:r w:rsidRPr="007639C1">
              <w:rPr>
                <w:rFonts w:ascii="Arial Narrow" w:hAnsi="Arial Narrow"/>
                <w:b/>
                <w:i/>
                <w:color w:val="0070C0"/>
                <w:sz w:val="20"/>
                <w:szCs w:val="20"/>
              </w:rPr>
              <w:t>You do together</w:t>
            </w:r>
            <w:r w:rsidRPr="007639C1">
              <w:rPr>
                <w:rFonts w:ascii="Arial Narrow" w:hAnsi="Arial Narrow"/>
                <w:b/>
                <w:color w:val="0070C0"/>
                <w:sz w:val="20"/>
                <w:szCs w:val="20"/>
              </w:rPr>
              <w:t>)-</w:t>
            </w:r>
            <w:r w:rsidR="00527720">
              <w:rPr>
                <w:rFonts w:ascii="Arial Narrow" w:hAnsi="Arial Narrow"/>
                <w:b/>
                <w:color w:val="0070C0"/>
                <w:sz w:val="20"/>
                <w:szCs w:val="20"/>
              </w:rPr>
              <w:t xml:space="preserve"> in </w:t>
            </w:r>
            <w:r w:rsidR="00527720" w:rsidRPr="00AF7DDB">
              <w:rPr>
                <w:rFonts w:ascii="Arial Narrow" w:hAnsi="Arial Narrow"/>
                <w:b/>
                <w:color w:val="31849B" w:themeColor="accent5" w:themeShade="BF"/>
                <w:sz w:val="20"/>
                <w:szCs w:val="20"/>
              </w:rPr>
              <w:t xml:space="preserve">pairs, </w:t>
            </w:r>
            <w:proofErr w:type="gramStart"/>
            <w:r w:rsidR="00527720" w:rsidRPr="00AF7DDB">
              <w:rPr>
                <w:rFonts w:ascii="Arial Narrow" w:hAnsi="Arial Narrow"/>
                <w:b/>
                <w:color w:val="31849B" w:themeColor="accent5" w:themeShade="BF"/>
                <w:sz w:val="20"/>
                <w:szCs w:val="20"/>
              </w:rPr>
              <w:t>Complete</w:t>
            </w:r>
            <w:proofErr w:type="gramEnd"/>
            <w:r w:rsidR="00527720" w:rsidRPr="00AF7DDB">
              <w:rPr>
                <w:rFonts w:ascii="Arial Narrow" w:hAnsi="Arial Narrow"/>
                <w:b/>
                <w:color w:val="31849B" w:themeColor="accent5" w:themeShade="BF"/>
                <w:sz w:val="20"/>
                <w:szCs w:val="20"/>
              </w:rPr>
              <w:t xml:space="preserve"> all question sets and Atlas activities</w:t>
            </w:r>
          </w:p>
          <w:p w:rsidR="00527720" w:rsidRDefault="00527720" w:rsidP="002F0CE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2F0CED" w:rsidRPr="007639C1" w:rsidRDefault="002F0CED" w:rsidP="002F0CED">
            <w:pPr>
              <w:rPr>
                <w:rFonts w:ascii="Arial Narrow" w:hAnsi="Arial Narrow"/>
                <w:b/>
                <w:color w:val="92D050"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 xml:space="preserve">Closing: </w:t>
            </w:r>
            <w:r w:rsidRPr="0069352C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>Guided Instruction (</w:t>
            </w:r>
            <w:r w:rsidRPr="0069352C">
              <w:rPr>
                <w:rFonts w:ascii="Arial Narrow" w:hAnsi="Arial Narrow"/>
                <w:b/>
                <w:i/>
                <w:color w:val="76923C" w:themeColor="accent3" w:themeShade="BF"/>
                <w:sz w:val="20"/>
                <w:szCs w:val="20"/>
              </w:rPr>
              <w:t>We do</w:t>
            </w:r>
            <w:r w:rsidRPr="0069352C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>)-</w:t>
            </w:r>
            <w:r w:rsidR="00AF7DDB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 xml:space="preserve"> ID what work you have remaining</w:t>
            </w:r>
          </w:p>
          <w:p w:rsidR="002F0CED" w:rsidRPr="007639C1" w:rsidRDefault="002F0CED" w:rsidP="002F0CE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234CF1" w:rsidRPr="007639C1" w:rsidRDefault="002F0CED" w:rsidP="002F0CE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>Home Learning:</w:t>
            </w:r>
            <w:r w:rsidR="00AF7DDB">
              <w:rPr>
                <w:rFonts w:ascii="Arial Narrow" w:hAnsi="Arial Narrow"/>
                <w:b/>
                <w:sz w:val="20"/>
                <w:szCs w:val="20"/>
              </w:rPr>
              <w:t xml:space="preserve"> Complete remaining work </w:t>
            </w:r>
          </w:p>
        </w:tc>
        <w:tc>
          <w:tcPr>
            <w:tcW w:w="2250" w:type="dxa"/>
            <w:vMerge w:val="restart"/>
          </w:tcPr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Advanced Organizer</w:t>
            </w:r>
          </w:p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Choice Menu</w:t>
            </w:r>
          </w:p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Cornell note</w:t>
            </w:r>
          </w:p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Mincho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Brain Dump/Mind Map</w:t>
            </w:r>
          </w:p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K-W-L</w:t>
            </w:r>
          </w:p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Mincho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Carousel Brainstorming</w:t>
            </w:r>
          </w:p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Mincho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3 Facts &amp; a Fib</w:t>
            </w:r>
          </w:p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Mincho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Other</w:t>
            </w:r>
          </w:p>
        </w:tc>
        <w:tc>
          <w:tcPr>
            <w:tcW w:w="1957" w:type="dxa"/>
          </w:tcPr>
          <w:p w:rsidR="00234CF1" w:rsidRPr="00B55B5A" w:rsidRDefault="00234CF1" w:rsidP="004C0735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Formative:</w:t>
            </w:r>
          </w:p>
          <w:p w:rsidR="00AF7DDB" w:rsidRDefault="00AF7DDB" w:rsidP="00AF7DDB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AF7DDB" w:rsidRDefault="00AF7DDB" w:rsidP="00AF7DD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Teacher Observation</w:t>
            </w:r>
          </w:p>
          <w:p w:rsidR="00AF7DDB" w:rsidRDefault="00AF7DDB" w:rsidP="00AF7DD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Q&amp;A</w:t>
            </w:r>
          </w:p>
          <w:p w:rsidR="00234CF1" w:rsidRPr="00B55B5A" w:rsidRDefault="00234CF1" w:rsidP="004C0735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234CF1" w:rsidRPr="00B55B5A" w:rsidRDefault="00234CF1" w:rsidP="004C0735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34CF1" w:rsidRPr="00B55B5A" w:rsidTr="00527720">
        <w:trPr>
          <w:trHeight w:val="1295"/>
        </w:trPr>
        <w:tc>
          <w:tcPr>
            <w:tcW w:w="828" w:type="dxa"/>
            <w:vMerge/>
            <w:vAlign w:val="center"/>
          </w:tcPr>
          <w:p w:rsidR="00234CF1" w:rsidRPr="00B55B5A" w:rsidRDefault="00234CF1" w:rsidP="004C0735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2767" w:type="dxa"/>
          </w:tcPr>
          <w:p w:rsidR="00234CF1" w:rsidRDefault="00234CF1" w:rsidP="007639C1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Purpose:</w:t>
            </w:r>
          </w:p>
          <w:p w:rsidR="00527720" w:rsidRPr="00B55B5A" w:rsidRDefault="00527720" w:rsidP="007639C1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 afford the students to get caught up with the work in preparation for the review and quiz</w:t>
            </w:r>
          </w:p>
        </w:tc>
        <w:tc>
          <w:tcPr>
            <w:tcW w:w="6863" w:type="dxa"/>
            <w:vMerge/>
          </w:tcPr>
          <w:p w:rsidR="00234CF1" w:rsidRPr="007639C1" w:rsidRDefault="00234CF1" w:rsidP="004C0735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</w:tcPr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57" w:type="dxa"/>
          </w:tcPr>
          <w:p w:rsidR="00234CF1" w:rsidRPr="00B55B5A" w:rsidRDefault="00234CF1" w:rsidP="004C0735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Summative:</w:t>
            </w:r>
          </w:p>
        </w:tc>
      </w:tr>
      <w:tr w:rsidR="00234CF1" w:rsidRPr="00B55B5A" w:rsidTr="00527720">
        <w:trPr>
          <w:trHeight w:val="1520"/>
        </w:trPr>
        <w:tc>
          <w:tcPr>
            <w:tcW w:w="828" w:type="dxa"/>
            <w:vMerge w:val="restart"/>
            <w:vAlign w:val="center"/>
          </w:tcPr>
          <w:p w:rsidR="00234CF1" w:rsidRPr="00B55B5A" w:rsidRDefault="00EA29EB" w:rsidP="004C0735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lastRenderedPageBreak/>
              <w:t>Thurs</w:t>
            </w:r>
          </w:p>
        </w:tc>
        <w:tc>
          <w:tcPr>
            <w:tcW w:w="2767" w:type="dxa"/>
          </w:tcPr>
          <w:p w:rsidR="00EA29EB" w:rsidRPr="00B55B5A" w:rsidRDefault="00EA29EB" w:rsidP="007639C1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Standard(s):</w:t>
            </w:r>
          </w:p>
          <w:p w:rsidR="00234CF1" w:rsidRPr="00B55B5A" w:rsidRDefault="00AF7DDB" w:rsidP="007639C1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SSWH 9 Analyze change and continuity in the Renaissance and Reformation</w:t>
            </w:r>
          </w:p>
        </w:tc>
        <w:tc>
          <w:tcPr>
            <w:tcW w:w="6863" w:type="dxa"/>
            <w:vMerge w:val="restart"/>
          </w:tcPr>
          <w:p w:rsidR="002F0CED" w:rsidRPr="007639C1" w:rsidRDefault="002F0CED" w:rsidP="002F0CED">
            <w:pPr>
              <w:rPr>
                <w:rFonts w:ascii="Arial Narrow" w:hAnsi="Arial Narrow"/>
                <w:b/>
                <w:color w:val="92D050"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 xml:space="preserve">Do Now: </w:t>
            </w:r>
            <w:r w:rsidRPr="0069352C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>Guided Instruction (</w:t>
            </w:r>
            <w:r w:rsidRPr="0069352C">
              <w:rPr>
                <w:rFonts w:ascii="Arial Narrow" w:hAnsi="Arial Narrow"/>
                <w:b/>
                <w:i/>
                <w:color w:val="76923C" w:themeColor="accent3" w:themeShade="BF"/>
                <w:sz w:val="20"/>
                <w:szCs w:val="20"/>
              </w:rPr>
              <w:t>We do</w:t>
            </w:r>
            <w:r w:rsidRPr="0069352C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>)-</w:t>
            </w:r>
            <w:r w:rsidR="00AF7DDB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 xml:space="preserve"> Which church did the Jesuits support?</w:t>
            </w:r>
          </w:p>
          <w:p w:rsidR="002F0CED" w:rsidRPr="007639C1" w:rsidRDefault="002F0CED" w:rsidP="002F0CE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2F0CED" w:rsidRPr="007639C1" w:rsidRDefault="002F0CED" w:rsidP="002F0CED">
            <w:pPr>
              <w:rPr>
                <w:rFonts w:ascii="Arial Narrow" w:hAnsi="Arial Narrow"/>
                <w:b/>
                <w:color w:val="7030A0"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 xml:space="preserve">Opening: </w:t>
            </w:r>
            <w:r w:rsidRPr="007639C1">
              <w:rPr>
                <w:rFonts w:ascii="Arial Narrow" w:hAnsi="Arial Narrow"/>
                <w:b/>
                <w:color w:val="7030A0"/>
                <w:sz w:val="20"/>
                <w:szCs w:val="20"/>
              </w:rPr>
              <w:t>Focused Instruction (</w:t>
            </w:r>
            <w:r w:rsidRPr="007639C1">
              <w:rPr>
                <w:rFonts w:ascii="Arial Narrow" w:hAnsi="Arial Narrow"/>
                <w:b/>
                <w:i/>
                <w:color w:val="7030A0"/>
                <w:sz w:val="20"/>
                <w:szCs w:val="20"/>
              </w:rPr>
              <w:t>I do</w:t>
            </w:r>
            <w:r w:rsidRPr="007639C1">
              <w:rPr>
                <w:rFonts w:ascii="Arial Narrow" w:hAnsi="Arial Narrow"/>
                <w:b/>
                <w:color w:val="7030A0"/>
                <w:sz w:val="20"/>
                <w:szCs w:val="20"/>
              </w:rPr>
              <w:t>)-</w:t>
            </w:r>
            <w:r w:rsidR="00AF7DDB">
              <w:rPr>
                <w:rFonts w:ascii="Arial Narrow" w:hAnsi="Arial Narrow"/>
                <w:b/>
                <w:color w:val="7030A0"/>
                <w:sz w:val="20"/>
                <w:szCs w:val="20"/>
              </w:rPr>
              <w:t xml:space="preserve"> Explain work session; assist as necessary</w:t>
            </w:r>
          </w:p>
          <w:p w:rsidR="002F0CED" w:rsidRPr="007639C1" w:rsidRDefault="002F0CED" w:rsidP="002F0CE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 xml:space="preserve">                                        </w:t>
            </w:r>
          </w:p>
          <w:p w:rsidR="002F0CED" w:rsidRPr="007639C1" w:rsidRDefault="002F0CED" w:rsidP="002F0CED">
            <w:pPr>
              <w:rPr>
                <w:rFonts w:ascii="Arial Narrow" w:hAnsi="Arial Narrow"/>
                <w:b/>
                <w:color w:val="F79646" w:themeColor="accent6"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 xml:space="preserve">Work Session: </w:t>
            </w:r>
            <w:r w:rsidR="00AF7DDB" w:rsidRPr="0069352C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>Guided Instruction (</w:t>
            </w:r>
            <w:r w:rsidR="00AF7DDB" w:rsidRPr="0069352C">
              <w:rPr>
                <w:rFonts w:ascii="Arial Narrow" w:hAnsi="Arial Narrow"/>
                <w:b/>
                <w:i/>
                <w:color w:val="76923C" w:themeColor="accent3" w:themeShade="BF"/>
                <w:sz w:val="20"/>
                <w:szCs w:val="20"/>
              </w:rPr>
              <w:t>We do</w:t>
            </w:r>
            <w:r w:rsidR="00AF7DDB" w:rsidRPr="0069352C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>)-</w:t>
            </w:r>
            <w:r w:rsidR="00AF7DDB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 xml:space="preserve"> Discuss the GSE elements and the answers provided on the class work to review for the quiz</w:t>
            </w:r>
            <w:bookmarkStart w:id="0" w:name="_GoBack"/>
            <w:bookmarkEnd w:id="0"/>
          </w:p>
          <w:p w:rsidR="002F0CED" w:rsidRPr="007639C1" w:rsidRDefault="002F0CED" w:rsidP="002F0CE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2F0CED" w:rsidRPr="007639C1" w:rsidRDefault="002F0CED" w:rsidP="002F0CED">
            <w:pPr>
              <w:rPr>
                <w:rFonts w:ascii="Arial Narrow" w:hAnsi="Arial Narrow"/>
                <w:b/>
                <w:color w:val="92D050"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 xml:space="preserve">Closing: </w:t>
            </w:r>
            <w:r w:rsidRPr="0069352C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>Guided Instruction (</w:t>
            </w:r>
            <w:r w:rsidRPr="0069352C">
              <w:rPr>
                <w:rFonts w:ascii="Arial Narrow" w:hAnsi="Arial Narrow"/>
                <w:b/>
                <w:i/>
                <w:color w:val="76923C" w:themeColor="accent3" w:themeShade="BF"/>
                <w:sz w:val="20"/>
                <w:szCs w:val="20"/>
              </w:rPr>
              <w:t>We do</w:t>
            </w:r>
            <w:r w:rsidRPr="0069352C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>)-</w:t>
            </w:r>
            <w:r w:rsidR="00AF7DDB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 xml:space="preserve"> Who feels that they are prepared for the quiz? Who is going to study for the quiz tonight?</w:t>
            </w:r>
          </w:p>
          <w:p w:rsidR="002F0CED" w:rsidRPr="007639C1" w:rsidRDefault="002F0CED" w:rsidP="002F0CE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234CF1" w:rsidRPr="007639C1" w:rsidRDefault="002F0CED" w:rsidP="002F0CE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>Home Learning:</w:t>
            </w:r>
            <w:r w:rsidR="00AF7DDB">
              <w:rPr>
                <w:rFonts w:ascii="Arial Narrow" w:hAnsi="Arial Narrow"/>
                <w:b/>
                <w:sz w:val="20"/>
                <w:szCs w:val="20"/>
              </w:rPr>
              <w:t xml:space="preserve"> Study for the Quiz</w:t>
            </w:r>
          </w:p>
        </w:tc>
        <w:tc>
          <w:tcPr>
            <w:tcW w:w="2250" w:type="dxa"/>
            <w:vMerge w:val="restart"/>
          </w:tcPr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Advanced Organizer</w:t>
            </w:r>
          </w:p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Choice Menu</w:t>
            </w:r>
          </w:p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Cornell note</w:t>
            </w:r>
          </w:p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Mincho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Brain Dump/Mind Map</w:t>
            </w:r>
          </w:p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K-W-L</w:t>
            </w:r>
          </w:p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Mincho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Carousel Brainstorming</w:t>
            </w:r>
          </w:p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Mincho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3 Facts &amp; a Fib</w:t>
            </w:r>
          </w:p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Mincho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Other</w:t>
            </w:r>
          </w:p>
        </w:tc>
        <w:tc>
          <w:tcPr>
            <w:tcW w:w="1957" w:type="dxa"/>
          </w:tcPr>
          <w:p w:rsidR="00234CF1" w:rsidRPr="00B55B5A" w:rsidRDefault="00234CF1" w:rsidP="004C0735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Formative:</w:t>
            </w:r>
          </w:p>
          <w:p w:rsidR="00AF7DDB" w:rsidRDefault="00AF7DDB" w:rsidP="00AF7DDB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AF7DDB" w:rsidRDefault="00AF7DDB" w:rsidP="00AF7DD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Teacher Observation</w:t>
            </w:r>
          </w:p>
          <w:p w:rsidR="00AF7DDB" w:rsidRDefault="00AF7DDB" w:rsidP="00AF7DD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Q&amp;A</w:t>
            </w:r>
          </w:p>
          <w:p w:rsidR="00234CF1" w:rsidRPr="00B55B5A" w:rsidRDefault="00234CF1" w:rsidP="004C0735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234CF1" w:rsidRPr="00B55B5A" w:rsidRDefault="00234CF1" w:rsidP="004C0735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34CF1" w:rsidRPr="00B55B5A" w:rsidTr="00527720">
        <w:trPr>
          <w:trHeight w:val="1061"/>
        </w:trPr>
        <w:tc>
          <w:tcPr>
            <w:tcW w:w="828" w:type="dxa"/>
            <w:vMerge/>
            <w:vAlign w:val="center"/>
          </w:tcPr>
          <w:p w:rsidR="00234CF1" w:rsidRPr="00B55B5A" w:rsidRDefault="00234CF1" w:rsidP="004C0735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2767" w:type="dxa"/>
          </w:tcPr>
          <w:p w:rsidR="00234CF1" w:rsidRDefault="00234CF1" w:rsidP="007639C1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Purpose:</w:t>
            </w:r>
          </w:p>
          <w:p w:rsidR="00AF7DDB" w:rsidRPr="00B55B5A" w:rsidRDefault="00AF7DDB" w:rsidP="007639C1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 provide students with the opportunity to verify their work and answer questions for the Quiz</w:t>
            </w:r>
          </w:p>
        </w:tc>
        <w:tc>
          <w:tcPr>
            <w:tcW w:w="6863" w:type="dxa"/>
            <w:vMerge/>
          </w:tcPr>
          <w:p w:rsidR="00234CF1" w:rsidRPr="007639C1" w:rsidRDefault="00234CF1" w:rsidP="004C0735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</w:tcPr>
          <w:p w:rsidR="00234CF1" w:rsidRPr="00B55B5A" w:rsidRDefault="00234CF1" w:rsidP="004C073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57" w:type="dxa"/>
          </w:tcPr>
          <w:p w:rsidR="00234CF1" w:rsidRPr="00B55B5A" w:rsidRDefault="00234CF1" w:rsidP="004C0735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Summative:</w:t>
            </w:r>
          </w:p>
        </w:tc>
      </w:tr>
      <w:tr w:rsidR="00EE747C" w:rsidRPr="00B55B5A" w:rsidTr="00527720">
        <w:trPr>
          <w:trHeight w:val="1430"/>
        </w:trPr>
        <w:tc>
          <w:tcPr>
            <w:tcW w:w="828" w:type="dxa"/>
            <w:vMerge w:val="restart"/>
            <w:vAlign w:val="center"/>
          </w:tcPr>
          <w:p w:rsidR="00EE747C" w:rsidRPr="00B55B5A" w:rsidRDefault="00EA29EB" w:rsidP="004C0735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Fri</w:t>
            </w:r>
          </w:p>
        </w:tc>
        <w:tc>
          <w:tcPr>
            <w:tcW w:w="2767" w:type="dxa"/>
          </w:tcPr>
          <w:p w:rsidR="00EA29EB" w:rsidRPr="00B55B5A" w:rsidRDefault="00EA29EB" w:rsidP="007639C1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Standard(s):</w:t>
            </w:r>
          </w:p>
          <w:p w:rsidR="00EE747C" w:rsidRPr="00B55B5A" w:rsidRDefault="00AF7DDB" w:rsidP="007639C1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SSWH 9 Analyze change and continuity in the Renaissance and Reformation</w:t>
            </w:r>
          </w:p>
        </w:tc>
        <w:tc>
          <w:tcPr>
            <w:tcW w:w="6863" w:type="dxa"/>
            <w:vMerge w:val="restart"/>
          </w:tcPr>
          <w:p w:rsidR="002F0CED" w:rsidRPr="007639C1" w:rsidRDefault="002F0CED" w:rsidP="002F0CED">
            <w:pPr>
              <w:rPr>
                <w:rFonts w:ascii="Arial Narrow" w:hAnsi="Arial Narrow"/>
                <w:b/>
                <w:color w:val="92D050"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 xml:space="preserve">Do Now: </w:t>
            </w:r>
            <w:r w:rsidRPr="0069352C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>Guided Instruction (</w:t>
            </w:r>
            <w:r w:rsidRPr="0069352C">
              <w:rPr>
                <w:rFonts w:ascii="Arial Narrow" w:hAnsi="Arial Narrow"/>
                <w:b/>
                <w:i/>
                <w:color w:val="76923C" w:themeColor="accent3" w:themeShade="BF"/>
                <w:sz w:val="20"/>
                <w:szCs w:val="20"/>
              </w:rPr>
              <w:t>We do</w:t>
            </w:r>
            <w:r w:rsidRPr="0069352C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>)-</w:t>
            </w:r>
            <w:r w:rsidR="00AF7DDB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 xml:space="preserve"> </w:t>
            </w:r>
            <w:proofErr w:type="gramStart"/>
            <w:r w:rsidR="00AF7DDB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>10 minute</w:t>
            </w:r>
            <w:proofErr w:type="gramEnd"/>
            <w:r w:rsidR="00AF7DDB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 xml:space="preserve"> quick study</w:t>
            </w:r>
          </w:p>
          <w:p w:rsidR="002F0CED" w:rsidRPr="007639C1" w:rsidRDefault="002F0CED" w:rsidP="002F0CE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2F0CED" w:rsidRPr="007639C1" w:rsidRDefault="002F0CED" w:rsidP="002F0CED">
            <w:pPr>
              <w:rPr>
                <w:rFonts w:ascii="Arial Narrow" w:hAnsi="Arial Narrow"/>
                <w:b/>
                <w:color w:val="7030A0"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 xml:space="preserve">Opening: </w:t>
            </w:r>
            <w:r w:rsidRPr="007639C1">
              <w:rPr>
                <w:rFonts w:ascii="Arial Narrow" w:hAnsi="Arial Narrow"/>
                <w:b/>
                <w:color w:val="7030A0"/>
                <w:sz w:val="20"/>
                <w:szCs w:val="20"/>
              </w:rPr>
              <w:t>Focused Instruction (</w:t>
            </w:r>
            <w:r w:rsidRPr="007639C1">
              <w:rPr>
                <w:rFonts w:ascii="Arial Narrow" w:hAnsi="Arial Narrow"/>
                <w:b/>
                <w:i/>
                <w:color w:val="7030A0"/>
                <w:sz w:val="20"/>
                <w:szCs w:val="20"/>
              </w:rPr>
              <w:t>I do</w:t>
            </w:r>
            <w:r w:rsidRPr="007639C1">
              <w:rPr>
                <w:rFonts w:ascii="Arial Narrow" w:hAnsi="Arial Narrow"/>
                <w:b/>
                <w:color w:val="7030A0"/>
                <w:sz w:val="20"/>
                <w:szCs w:val="20"/>
              </w:rPr>
              <w:t>)-</w:t>
            </w:r>
            <w:r w:rsidR="00AF7DDB">
              <w:rPr>
                <w:rFonts w:ascii="Arial Narrow" w:hAnsi="Arial Narrow"/>
                <w:b/>
                <w:color w:val="7030A0"/>
                <w:sz w:val="20"/>
                <w:szCs w:val="20"/>
              </w:rPr>
              <w:t xml:space="preserve"> explain quiz procedures, work session, assist as necessary</w:t>
            </w:r>
          </w:p>
          <w:p w:rsidR="002F0CED" w:rsidRPr="007639C1" w:rsidRDefault="002F0CED" w:rsidP="002F0CE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 xml:space="preserve">                                        </w:t>
            </w:r>
          </w:p>
          <w:p w:rsidR="002F0CED" w:rsidRPr="007639C1" w:rsidRDefault="002F0CED" w:rsidP="002F0CED">
            <w:pPr>
              <w:rPr>
                <w:rFonts w:ascii="Arial Narrow" w:hAnsi="Arial Narrow"/>
                <w:b/>
                <w:color w:val="F79646" w:themeColor="accent6"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 xml:space="preserve">Work Session: </w:t>
            </w:r>
            <w:r w:rsidRPr="007639C1">
              <w:rPr>
                <w:rFonts w:ascii="Arial Narrow" w:hAnsi="Arial Narrow"/>
                <w:b/>
                <w:color w:val="F79646" w:themeColor="accent6"/>
                <w:sz w:val="20"/>
                <w:szCs w:val="20"/>
              </w:rPr>
              <w:t>Independent Learning (</w:t>
            </w:r>
            <w:r w:rsidRPr="007639C1">
              <w:rPr>
                <w:rFonts w:ascii="Arial Narrow" w:hAnsi="Arial Narrow"/>
                <w:b/>
                <w:i/>
                <w:color w:val="F79646" w:themeColor="accent6"/>
                <w:sz w:val="20"/>
                <w:szCs w:val="20"/>
              </w:rPr>
              <w:t>You do alone</w:t>
            </w:r>
            <w:r w:rsidRPr="007639C1">
              <w:rPr>
                <w:rFonts w:ascii="Arial Narrow" w:hAnsi="Arial Narrow"/>
                <w:b/>
                <w:color w:val="F79646" w:themeColor="accent6"/>
                <w:sz w:val="20"/>
                <w:szCs w:val="20"/>
              </w:rPr>
              <w:t>)-</w:t>
            </w:r>
            <w:r w:rsidR="00AF7DDB">
              <w:rPr>
                <w:rFonts w:ascii="Arial Narrow" w:hAnsi="Arial Narrow"/>
                <w:b/>
                <w:color w:val="F79646" w:themeColor="accent6"/>
                <w:sz w:val="20"/>
                <w:szCs w:val="20"/>
              </w:rPr>
              <w:t xml:space="preserve"> Complete WH 9 Quiz</w:t>
            </w:r>
          </w:p>
          <w:p w:rsidR="002F0CED" w:rsidRPr="007639C1" w:rsidRDefault="00AF7DDB" w:rsidP="002F0CE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color w:val="F79646" w:themeColor="accent6"/>
                <w:sz w:val="20"/>
                <w:szCs w:val="20"/>
              </w:rPr>
              <w:t>Independent Learning (</w:t>
            </w:r>
            <w:r w:rsidRPr="007639C1">
              <w:rPr>
                <w:rFonts w:ascii="Arial Narrow" w:hAnsi="Arial Narrow"/>
                <w:b/>
                <w:i/>
                <w:color w:val="F79646" w:themeColor="accent6"/>
                <w:sz w:val="20"/>
                <w:szCs w:val="20"/>
              </w:rPr>
              <w:t>You do alone</w:t>
            </w:r>
            <w:r w:rsidRPr="007639C1">
              <w:rPr>
                <w:rFonts w:ascii="Arial Narrow" w:hAnsi="Arial Narrow"/>
                <w:b/>
                <w:color w:val="F79646" w:themeColor="accent6"/>
                <w:sz w:val="20"/>
                <w:szCs w:val="20"/>
              </w:rPr>
              <w:t>)-</w:t>
            </w:r>
            <w:r>
              <w:rPr>
                <w:rFonts w:ascii="Arial Narrow" w:hAnsi="Arial Narrow"/>
                <w:b/>
                <w:color w:val="F79646" w:themeColor="accent6"/>
                <w:sz w:val="20"/>
                <w:szCs w:val="20"/>
              </w:rPr>
              <w:t xml:space="preserve"> turn in classwork set</w:t>
            </w:r>
          </w:p>
          <w:p w:rsidR="00AF7DDB" w:rsidRDefault="00AF7DDB" w:rsidP="002F0CE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2F0CED" w:rsidRPr="007639C1" w:rsidRDefault="002F0CED" w:rsidP="002F0CED">
            <w:pPr>
              <w:rPr>
                <w:rFonts w:ascii="Arial Narrow" w:hAnsi="Arial Narrow"/>
                <w:b/>
                <w:color w:val="92D050"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 xml:space="preserve">Closing: </w:t>
            </w:r>
            <w:r w:rsidRPr="0069352C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>Guided Instruction (</w:t>
            </w:r>
            <w:r w:rsidRPr="0069352C">
              <w:rPr>
                <w:rFonts w:ascii="Arial Narrow" w:hAnsi="Arial Narrow"/>
                <w:b/>
                <w:i/>
                <w:color w:val="76923C" w:themeColor="accent3" w:themeShade="BF"/>
                <w:sz w:val="20"/>
                <w:szCs w:val="20"/>
              </w:rPr>
              <w:t>We do</w:t>
            </w:r>
            <w:r w:rsidRPr="0069352C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>)-</w:t>
            </w:r>
            <w:r w:rsidR="00AF7DDB">
              <w:rPr>
                <w:rFonts w:ascii="Arial Narrow" w:hAnsi="Arial Narrow"/>
                <w:b/>
                <w:color w:val="76923C" w:themeColor="accent3" w:themeShade="BF"/>
                <w:sz w:val="20"/>
                <w:szCs w:val="20"/>
              </w:rPr>
              <w:t xml:space="preserve"> Ask students who passed and what Qs were the most difficult</w:t>
            </w:r>
          </w:p>
          <w:p w:rsidR="002F0CED" w:rsidRPr="007639C1" w:rsidRDefault="002F0CED" w:rsidP="002F0CE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EE747C" w:rsidRPr="007639C1" w:rsidRDefault="002F0CED" w:rsidP="002F0CE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7639C1">
              <w:rPr>
                <w:rFonts w:ascii="Arial Narrow" w:hAnsi="Arial Narrow"/>
                <w:b/>
                <w:sz w:val="20"/>
                <w:szCs w:val="20"/>
              </w:rPr>
              <w:t>Home Learning:</w:t>
            </w:r>
          </w:p>
        </w:tc>
        <w:tc>
          <w:tcPr>
            <w:tcW w:w="2250" w:type="dxa"/>
            <w:vMerge w:val="restart"/>
          </w:tcPr>
          <w:p w:rsidR="00EE747C" w:rsidRPr="00B55B5A" w:rsidRDefault="00EE747C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Advanced Organizer</w:t>
            </w:r>
          </w:p>
          <w:p w:rsidR="00EE747C" w:rsidRPr="00B55B5A" w:rsidRDefault="00EE747C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Choice Menu</w:t>
            </w:r>
          </w:p>
          <w:p w:rsidR="00EE747C" w:rsidRPr="00B55B5A" w:rsidRDefault="00EE747C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Cornell note</w:t>
            </w:r>
          </w:p>
          <w:p w:rsidR="00EE747C" w:rsidRPr="00B55B5A" w:rsidRDefault="00EE747C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Mincho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Brain Dump/Mind Map</w:t>
            </w:r>
          </w:p>
          <w:p w:rsidR="00EE747C" w:rsidRPr="00B55B5A" w:rsidRDefault="00EE747C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K-W-L</w:t>
            </w:r>
          </w:p>
          <w:p w:rsidR="00EE747C" w:rsidRPr="00B55B5A" w:rsidRDefault="00EE747C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Mincho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Carousel Brainstorming</w:t>
            </w:r>
          </w:p>
          <w:p w:rsidR="00EE747C" w:rsidRPr="00B55B5A" w:rsidRDefault="00EE747C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Mincho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3 Facts &amp; a Fib</w:t>
            </w:r>
          </w:p>
          <w:p w:rsidR="00EE747C" w:rsidRPr="00B55B5A" w:rsidRDefault="00EE747C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B55B5A">
              <w:rPr>
                <w:rFonts w:ascii="Segoe UI Symbol" w:eastAsia="MS Mincho" w:hAnsi="Segoe UI Symbol" w:cs="Segoe UI Symbol"/>
                <w:sz w:val="16"/>
                <w:szCs w:val="16"/>
              </w:rPr>
              <w:t>☐</w:t>
            </w:r>
            <w:r w:rsidRPr="00B55B5A">
              <w:rPr>
                <w:rFonts w:ascii="Arial Narrow" w:hAnsi="Arial Narrow"/>
                <w:sz w:val="16"/>
                <w:szCs w:val="16"/>
              </w:rPr>
              <w:t>Other</w:t>
            </w:r>
          </w:p>
        </w:tc>
        <w:tc>
          <w:tcPr>
            <w:tcW w:w="1957" w:type="dxa"/>
          </w:tcPr>
          <w:p w:rsidR="00EE747C" w:rsidRPr="00B55B5A" w:rsidRDefault="00EE747C" w:rsidP="004C0735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Formative:</w:t>
            </w:r>
          </w:p>
          <w:p w:rsidR="00AF7DDB" w:rsidRDefault="00AF7DDB" w:rsidP="00AF7DDB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AF7DDB" w:rsidRDefault="00AF7DDB" w:rsidP="00AF7DD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Teacher Observation</w:t>
            </w:r>
          </w:p>
          <w:p w:rsidR="00AF7DDB" w:rsidRDefault="00AF7DDB" w:rsidP="00AF7DD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Q&amp;A</w:t>
            </w:r>
          </w:p>
          <w:p w:rsidR="00EE747C" w:rsidRPr="00AF7DDB" w:rsidRDefault="00AF7DDB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AF7DDB">
              <w:rPr>
                <w:rFonts w:ascii="Arial Narrow" w:hAnsi="Arial Narrow"/>
                <w:sz w:val="16"/>
                <w:szCs w:val="16"/>
              </w:rPr>
              <w:t>WH 9 Quiz</w:t>
            </w:r>
          </w:p>
          <w:p w:rsidR="00AF7DDB" w:rsidRPr="00AF7DDB" w:rsidRDefault="00AF7DDB" w:rsidP="004C0735">
            <w:pPr>
              <w:rPr>
                <w:rFonts w:ascii="Arial Narrow" w:hAnsi="Arial Narrow"/>
                <w:sz w:val="16"/>
                <w:szCs w:val="16"/>
              </w:rPr>
            </w:pPr>
            <w:r w:rsidRPr="00AF7DDB">
              <w:rPr>
                <w:rFonts w:ascii="Arial Narrow" w:hAnsi="Arial Narrow"/>
                <w:sz w:val="16"/>
                <w:szCs w:val="16"/>
              </w:rPr>
              <w:t>Classwork turn in</w:t>
            </w:r>
          </w:p>
          <w:p w:rsidR="00EE747C" w:rsidRPr="00B55B5A" w:rsidRDefault="00EE747C" w:rsidP="004C0735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EE747C" w:rsidRPr="00B55B5A" w:rsidRDefault="00EE747C" w:rsidP="004C0735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E747C" w:rsidRPr="00B55B5A" w:rsidTr="00527720">
        <w:trPr>
          <w:trHeight w:val="1367"/>
        </w:trPr>
        <w:tc>
          <w:tcPr>
            <w:tcW w:w="828" w:type="dxa"/>
            <w:vMerge/>
            <w:vAlign w:val="center"/>
          </w:tcPr>
          <w:p w:rsidR="00EE747C" w:rsidRPr="00B55B5A" w:rsidRDefault="00EE747C" w:rsidP="004C0735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2767" w:type="dxa"/>
          </w:tcPr>
          <w:p w:rsidR="00EE747C" w:rsidRDefault="00EE747C" w:rsidP="007639C1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Purpose:</w:t>
            </w:r>
          </w:p>
          <w:p w:rsidR="00AF7DDB" w:rsidRPr="00B55B5A" w:rsidRDefault="00AF7DDB" w:rsidP="007639C1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 provide the students an opportunity to validate their learning and identify their areas of weakness</w:t>
            </w:r>
          </w:p>
        </w:tc>
        <w:tc>
          <w:tcPr>
            <w:tcW w:w="6863" w:type="dxa"/>
            <w:vMerge/>
          </w:tcPr>
          <w:p w:rsidR="00EE747C" w:rsidRPr="00B55B5A" w:rsidRDefault="00EE747C" w:rsidP="004C073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0" w:type="dxa"/>
            <w:vMerge/>
          </w:tcPr>
          <w:p w:rsidR="00EE747C" w:rsidRPr="00B55B5A" w:rsidRDefault="00EE747C" w:rsidP="004C073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57" w:type="dxa"/>
          </w:tcPr>
          <w:p w:rsidR="00EE747C" w:rsidRPr="00B55B5A" w:rsidRDefault="00EE747C" w:rsidP="004C0735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B55B5A">
              <w:rPr>
                <w:rFonts w:ascii="Arial Narrow" w:hAnsi="Arial Narrow"/>
                <w:b/>
                <w:sz w:val="16"/>
                <w:szCs w:val="16"/>
              </w:rPr>
              <w:t>Summative:</w:t>
            </w:r>
          </w:p>
        </w:tc>
      </w:tr>
    </w:tbl>
    <w:p w:rsidR="00F02D03" w:rsidRPr="00B55B5A" w:rsidRDefault="00F02D03" w:rsidP="00EA29EB">
      <w:pPr>
        <w:rPr>
          <w:rFonts w:ascii="Arial Narrow" w:hAnsi="Arial Narrow"/>
          <w:sz w:val="16"/>
          <w:szCs w:val="16"/>
        </w:rPr>
      </w:pPr>
    </w:p>
    <w:sectPr w:rsidR="00F02D03" w:rsidRPr="00B55B5A" w:rsidSect="00B42B9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54750"/>
    <w:multiLevelType w:val="hybridMultilevel"/>
    <w:tmpl w:val="0F36E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8CA"/>
    <w:rsid w:val="0003013B"/>
    <w:rsid w:val="00036074"/>
    <w:rsid w:val="0004609D"/>
    <w:rsid w:val="00060845"/>
    <w:rsid w:val="000A661D"/>
    <w:rsid w:val="000B6110"/>
    <w:rsid w:val="000D5596"/>
    <w:rsid w:val="000F1C7A"/>
    <w:rsid w:val="00151F04"/>
    <w:rsid w:val="001B3A0B"/>
    <w:rsid w:val="001C1B39"/>
    <w:rsid w:val="001D62FF"/>
    <w:rsid w:val="001F2AFE"/>
    <w:rsid w:val="0020034B"/>
    <w:rsid w:val="00204120"/>
    <w:rsid w:val="002267D7"/>
    <w:rsid w:val="00234CF1"/>
    <w:rsid w:val="002818A5"/>
    <w:rsid w:val="00295BE8"/>
    <w:rsid w:val="00297C6A"/>
    <w:rsid w:val="002A5351"/>
    <w:rsid w:val="002F0CED"/>
    <w:rsid w:val="00300554"/>
    <w:rsid w:val="00305E02"/>
    <w:rsid w:val="00316180"/>
    <w:rsid w:val="00316C08"/>
    <w:rsid w:val="00382B0C"/>
    <w:rsid w:val="003B0319"/>
    <w:rsid w:val="003C2F49"/>
    <w:rsid w:val="003E0BC5"/>
    <w:rsid w:val="004459A7"/>
    <w:rsid w:val="00451E9A"/>
    <w:rsid w:val="0048073A"/>
    <w:rsid w:val="004B6BB2"/>
    <w:rsid w:val="004C0735"/>
    <w:rsid w:val="004D266D"/>
    <w:rsid w:val="00500183"/>
    <w:rsid w:val="00527720"/>
    <w:rsid w:val="00540133"/>
    <w:rsid w:val="00567F88"/>
    <w:rsid w:val="006255F9"/>
    <w:rsid w:val="0064166F"/>
    <w:rsid w:val="00644E2D"/>
    <w:rsid w:val="00654F37"/>
    <w:rsid w:val="0067259D"/>
    <w:rsid w:val="006918C3"/>
    <w:rsid w:val="0069352C"/>
    <w:rsid w:val="00697CCE"/>
    <w:rsid w:val="006A1D9F"/>
    <w:rsid w:val="006E59B4"/>
    <w:rsid w:val="00717F04"/>
    <w:rsid w:val="00725BFA"/>
    <w:rsid w:val="007559B7"/>
    <w:rsid w:val="00756512"/>
    <w:rsid w:val="007639C1"/>
    <w:rsid w:val="00775052"/>
    <w:rsid w:val="0077602B"/>
    <w:rsid w:val="00790F1B"/>
    <w:rsid w:val="007B6063"/>
    <w:rsid w:val="00801D8D"/>
    <w:rsid w:val="00891B5B"/>
    <w:rsid w:val="008F6F3D"/>
    <w:rsid w:val="008F7955"/>
    <w:rsid w:val="00915C58"/>
    <w:rsid w:val="00916121"/>
    <w:rsid w:val="009208CA"/>
    <w:rsid w:val="00922C48"/>
    <w:rsid w:val="009317EB"/>
    <w:rsid w:val="00941B0A"/>
    <w:rsid w:val="00951F21"/>
    <w:rsid w:val="009530EA"/>
    <w:rsid w:val="0096707C"/>
    <w:rsid w:val="00992717"/>
    <w:rsid w:val="00997672"/>
    <w:rsid w:val="009A7418"/>
    <w:rsid w:val="009D00EB"/>
    <w:rsid w:val="009D6CD7"/>
    <w:rsid w:val="00A6416F"/>
    <w:rsid w:val="00A86306"/>
    <w:rsid w:val="00AA71DB"/>
    <w:rsid w:val="00AC1647"/>
    <w:rsid w:val="00AC78EE"/>
    <w:rsid w:val="00AD2649"/>
    <w:rsid w:val="00AF7DDB"/>
    <w:rsid w:val="00B00DC7"/>
    <w:rsid w:val="00B105FA"/>
    <w:rsid w:val="00B42B92"/>
    <w:rsid w:val="00B55B5A"/>
    <w:rsid w:val="00B62AD7"/>
    <w:rsid w:val="00B82CEF"/>
    <w:rsid w:val="00B83F9A"/>
    <w:rsid w:val="00BB2BD7"/>
    <w:rsid w:val="00BB7518"/>
    <w:rsid w:val="00BE0CF7"/>
    <w:rsid w:val="00C123AC"/>
    <w:rsid w:val="00C12AB0"/>
    <w:rsid w:val="00C13B97"/>
    <w:rsid w:val="00C21416"/>
    <w:rsid w:val="00C344BC"/>
    <w:rsid w:val="00C85587"/>
    <w:rsid w:val="00CB69A4"/>
    <w:rsid w:val="00CC1A0A"/>
    <w:rsid w:val="00CC1A32"/>
    <w:rsid w:val="00CD212D"/>
    <w:rsid w:val="00CD65B4"/>
    <w:rsid w:val="00D27FBF"/>
    <w:rsid w:val="00D570EB"/>
    <w:rsid w:val="00DA2651"/>
    <w:rsid w:val="00DB0ADD"/>
    <w:rsid w:val="00DB6A22"/>
    <w:rsid w:val="00DD5197"/>
    <w:rsid w:val="00E562CB"/>
    <w:rsid w:val="00EA29EB"/>
    <w:rsid w:val="00EA40FC"/>
    <w:rsid w:val="00EC739A"/>
    <w:rsid w:val="00EE747C"/>
    <w:rsid w:val="00EF0263"/>
    <w:rsid w:val="00F02D03"/>
    <w:rsid w:val="00F235C7"/>
    <w:rsid w:val="00F35243"/>
    <w:rsid w:val="00F35ACC"/>
    <w:rsid w:val="00F528E1"/>
    <w:rsid w:val="00F7314D"/>
    <w:rsid w:val="00F83B1A"/>
    <w:rsid w:val="00F915D0"/>
    <w:rsid w:val="00F96208"/>
    <w:rsid w:val="00FF2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706EBAE"/>
  <w14:defaultImageDpi w14:val="0"/>
  <w15:docId w15:val="{2D50A248-2D5D-49CD-953C-E7771A021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401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2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0D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00DC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863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01D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378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2017%20-%202018%20Kendrick\2017%20-%202018%20LP%20WORL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9DDAE2-6C23-4F9A-8AA6-99A2D22A9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2017 - 2018 LP WORLD TEMPLATE</Template>
  <TotalTime>42</TotalTime>
  <Pages>2</Pages>
  <Words>744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Teacher:                                                   Subject:                                                       Week of:</vt:lpstr>
    </vt:vector>
  </TitlesOfParts>
  <Manager>Henderson.Wendy.N@muscogee.k12.ga.us</Manager>
  <Company>MCSD</Company>
  <LinksUpToDate>false</LinksUpToDate>
  <CharactersWithSpaces>5206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Teacher:                                                   Subject:                                                       Week of:</dc:title>
  <dc:subject/>
  <dc:creator>Steve</dc:creator>
  <cp:keywords/>
  <dc:description/>
  <cp:lastModifiedBy>Stephen Johnson</cp:lastModifiedBy>
  <cp:revision>1</cp:revision>
  <cp:lastPrinted>2008-08-09T21:27:00Z</cp:lastPrinted>
  <dcterms:created xsi:type="dcterms:W3CDTF">2018-01-18T17:48:00Z</dcterms:created>
  <dcterms:modified xsi:type="dcterms:W3CDTF">2018-01-18T18:38:00Z</dcterms:modified>
</cp:coreProperties>
</file>